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3DB" w:rsidRDefault="00D1402A">
      <w:r>
        <w:rPr>
          <w:rFonts w:hint="eastAsia"/>
        </w:rPr>
        <w:t>（参考様式８）</w:t>
      </w:r>
      <w:bookmarkStart w:id="0" w:name="_GoBack"/>
      <w:bookmarkEnd w:id="0"/>
    </w:p>
    <w:p w:rsidR="00D1402A" w:rsidRDefault="00D1402A"/>
    <w:p w:rsidR="00D1402A" w:rsidRPr="00D1402A" w:rsidRDefault="00D1402A" w:rsidP="00D1402A">
      <w:pPr>
        <w:jc w:val="center"/>
        <w:rPr>
          <w:sz w:val="24"/>
          <w:szCs w:val="24"/>
        </w:rPr>
      </w:pPr>
      <w:r w:rsidRPr="00D1402A">
        <w:rPr>
          <w:rFonts w:hint="eastAsia"/>
          <w:sz w:val="24"/>
          <w:szCs w:val="24"/>
        </w:rPr>
        <w:t>関係市町村並びに他の保健医療・福祉サービスの提供主体との連携（例）</w:t>
      </w:r>
    </w:p>
    <w:p w:rsidR="00D1402A" w:rsidRDefault="00D1402A"/>
    <w:p w:rsidR="00D1402A" w:rsidRPr="00D1402A" w:rsidRDefault="00D1402A" w:rsidP="00D1402A">
      <w:pPr>
        <w:ind w:firstLineChars="1900" w:firstLine="3990"/>
        <w:rPr>
          <w:rFonts w:ascii="ＭＳ ゴシック" w:eastAsia="ＭＳ ゴシック" w:hAnsi="ＭＳ ゴシック"/>
          <w:u w:val="single"/>
        </w:rPr>
      </w:pPr>
      <w:r w:rsidRPr="00D1402A">
        <w:rPr>
          <w:rFonts w:ascii="ＭＳ ゴシック" w:eastAsia="ＭＳ ゴシック" w:hAnsi="ＭＳ ゴシック" w:hint="eastAsia"/>
          <w:u w:val="single"/>
        </w:rPr>
        <w:t xml:space="preserve">事業所名　　　　　　　　　　　　　　　　</w:t>
      </w:r>
    </w:p>
    <w:p w:rsidR="00D1402A" w:rsidRDefault="00D1402A"/>
    <w:p w:rsidR="00D1402A" w:rsidRPr="00D1402A" w:rsidRDefault="00D1402A">
      <w:pPr>
        <w:rPr>
          <w:rFonts w:ascii="ＭＳ ゴシック" w:eastAsia="ＭＳ ゴシック" w:hAnsi="ＭＳ ゴシック"/>
        </w:rPr>
      </w:pPr>
      <w:r w:rsidRPr="00D1402A">
        <w:rPr>
          <w:rFonts w:ascii="ＭＳ ゴシック" w:eastAsia="ＭＳ ゴシック" w:hAnsi="ＭＳ ゴシック" w:hint="eastAsia"/>
        </w:rPr>
        <w:t>措置の概要</w:t>
      </w:r>
    </w:p>
    <w:p w:rsidR="00D1402A" w:rsidRPr="00D1402A" w:rsidRDefault="00D1402A">
      <w:pPr>
        <w:rPr>
          <w:rFonts w:ascii="ＭＳ ゴシック" w:eastAsia="ＭＳ ゴシック" w:hAnsi="ＭＳ ゴシック"/>
        </w:rPr>
      </w:pPr>
    </w:p>
    <w:p w:rsidR="00D1402A" w:rsidRPr="00D1402A" w:rsidRDefault="00D1402A">
      <w:pPr>
        <w:rPr>
          <w:rFonts w:ascii="ＭＳ ゴシック" w:eastAsia="ＭＳ ゴシック" w:hAnsi="ＭＳ ゴシック"/>
        </w:rPr>
      </w:pPr>
      <w:r w:rsidRPr="00D1402A">
        <w:rPr>
          <w:rFonts w:ascii="ＭＳ ゴシック" w:eastAsia="ＭＳ ゴシック" w:hAnsi="ＭＳ ゴシック" w:hint="eastAsia"/>
        </w:rPr>
        <w:t>１　関係市町村との連携の内容</w:t>
      </w:r>
    </w:p>
    <w:p w:rsidR="00D1402A" w:rsidRDefault="00D1402A"/>
    <w:p w:rsidR="00D1402A" w:rsidRDefault="00D1402A">
      <w:r>
        <w:rPr>
          <w:rFonts w:hint="eastAsia"/>
        </w:rPr>
        <w:t>（１）サービス提供前の受給資格の確認について</w:t>
      </w:r>
    </w:p>
    <w:p w:rsidR="00D1402A" w:rsidRDefault="00D1402A">
      <w:r>
        <w:rPr>
          <w:rFonts w:hint="eastAsia"/>
        </w:rPr>
        <w:t xml:space="preserve">　　　　○○○○･･･</w:t>
      </w:r>
    </w:p>
    <w:p w:rsidR="00D1402A" w:rsidRDefault="00D1402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82551</wp:posOffset>
                </wp:positionV>
                <wp:extent cx="1943100" cy="647700"/>
                <wp:effectExtent l="19050" t="1905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1402A" w:rsidRDefault="00D1402A" w:rsidP="00D1402A">
                            <w:pPr>
                              <w:spacing w:line="600" w:lineRule="auto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具体的に</w:t>
                            </w:r>
                            <w:r>
                              <w:t>記載してください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6.2pt;margin-top:6.5pt;width:153pt;height:5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" fillcolor="white [3201]" strokeweight="2.25pt">
                <v:textbox>
                  <w:txbxContent>
                    <w:p w:rsidR="00D1402A" w:rsidRDefault="00D1402A" w:rsidP="00D1402A">
                      <w:pPr>
                        <w:spacing w:line="600" w:lineRule="auto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具体的に</w:t>
                      </w:r>
                      <w:r>
                        <w:t>記載してください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:rsidR="00D1402A" w:rsidRDefault="00D1402A">
      <w:r>
        <w:rPr>
          <w:rFonts w:hint="eastAsia"/>
        </w:rPr>
        <w:t>（２）居宅サービス計画の作成について</w:t>
      </w:r>
    </w:p>
    <w:p w:rsidR="00D1402A" w:rsidRDefault="00D1402A">
      <w:r>
        <w:rPr>
          <w:rFonts w:hint="eastAsia"/>
        </w:rPr>
        <w:t xml:space="preserve">　　　　○○○○･･･</w:t>
      </w:r>
    </w:p>
    <w:p w:rsidR="00D1402A" w:rsidRDefault="00D1402A"/>
    <w:p w:rsidR="00D1402A" w:rsidRDefault="00D1402A">
      <w:r>
        <w:rPr>
          <w:rFonts w:hint="eastAsia"/>
        </w:rPr>
        <w:t>（３）利用者に関する通知</w:t>
      </w:r>
    </w:p>
    <w:p w:rsidR="00D1402A" w:rsidRDefault="00D1402A">
      <w:r>
        <w:rPr>
          <w:rFonts w:hint="eastAsia"/>
        </w:rPr>
        <w:t xml:space="preserve">　　　　○○○○･･･</w:t>
      </w:r>
    </w:p>
    <w:p w:rsidR="00D1402A" w:rsidRDefault="00D1402A"/>
    <w:p w:rsidR="00D1402A" w:rsidRDefault="00D1402A">
      <w:r>
        <w:rPr>
          <w:rFonts w:hint="eastAsia"/>
        </w:rPr>
        <w:t>（４）事故発生時の対応</w:t>
      </w:r>
    </w:p>
    <w:p w:rsidR="00D1402A" w:rsidRDefault="00D1402A">
      <w:r>
        <w:rPr>
          <w:rFonts w:hint="eastAsia"/>
        </w:rPr>
        <w:t xml:space="preserve">　　　　○○○○･･･</w:t>
      </w:r>
    </w:p>
    <w:p w:rsidR="00D1402A" w:rsidRDefault="00D1402A"/>
    <w:p w:rsidR="00D1402A" w:rsidRPr="00D1402A" w:rsidRDefault="00D1402A">
      <w:pPr>
        <w:rPr>
          <w:rFonts w:ascii="ＭＳ ゴシック" w:eastAsia="ＭＳ ゴシック" w:hAnsi="ＭＳ ゴシック"/>
        </w:rPr>
      </w:pPr>
      <w:r w:rsidRPr="00D1402A">
        <w:rPr>
          <w:rFonts w:ascii="ＭＳ ゴシック" w:eastAsia="ＭＳ ゴシック" w:hAnsi="ＭＳ ゴシック" w:hint="eastAsia"/>
        </w:rPr>
        <w:t>２　他の保健医療・福祉サービス提供主体との連携内容について</w:t>
      </w:r>
    </w:p>
    <w:p w:rsidR="00D1402A" w:rsidRDefault="00D1402A"/>
    <w:p w:rsidR="00D1402A" w:rsidRDefault="00D1402A">
      <w:r>
        <w:rPr>
          <w:rFonts w:hint="eastAsia"/>
        </w:rPr>
        <w:t>（１）サービス提供困難時の対応について</w:t>
      </w:r>
    </w:p>
    <w:p w:rsidR="00D1402A" w:rsidRDefault="00D1402A">
      <w:r>
        <w:rPr>
          <w:rFonts w:hint="eastAsia"/>
        </w:rPr>
        <w:t xml:space="preserve">　　　　</w:t>
      </w:r>
      <w:r>
        <w:rPr>
          <w:rFonts w:hint="eastAsia"/>
        </w:rPr>
        <w:t>○○○○･･･</w:t>
      </w:r>
    </w:p>
    <w:p w:rsidR="00D1402A" w:rsidRDefault="00D1402A"/>
    <w:p w:rsidR="00D1402A" w:rsidRDefault="00D1402A">
      <w:r>
        <w:rPr>
          <w:rFonts w:hint="eastAsia"/>
        </w:rPr>
        <w:t>（２）指定居宅サービス事業者との連携について</w:t>
      </w:r>
    </w:p>
    <w:p w:rsidR="00D1402A" w:rsidRDefault="00D1402A">
      <w:r>
        <w:rPr>
          <w:rFonts w:hint="eastAsia"/>
        </w:rPr>
        <w:t xml:space="preserve">　　　　</w:t>
      </w:r>
      <w:r>
        <w:rPr>
          <w:rFonts w:hint="eastAsia"/>
        </w:rPr>
        <w:t>○○○○･･･</w:t>
      </w:r>
    </w:p>
    <w:p w:rsidR="00D1402A" w:rsidRDefault="00D1402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B1B6AB" wp14:editId="70B99E07">
                <wp:simplePos x="0" y="0"/>
                <wp:positionH relativeFrom="column">
                  <wp:posOffset>3638550</wp:posOffset>
                </wp:positionH>
                <wp:positionV relativeFrom="paragraph">
                  <wp:posOffset>27940</wp:posOffset>
                </wp:positionV>
                <wp:extent cx="1943100" cy="647700"/>
                <wp:effectExtent l="19050" t="1905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1402A" w:rsidRDefault="00D1402A" w:rsidP="00D1402A">
                            <w:pPr>
                              <w:spacing w:line="600" w:lineRule="auto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具体的に</w:t>
                            </w:r>
                            <w:r>
                              <w:t>記載してください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1B6AB" id="テキスト ボックス 2" o:spid="_x0000_s1027" type="#_x0000_t202" style="position:absolute;left:0;text-align:left;margin-left:286.5pt;margin-top:2.2pt;width:153pt;height:5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" fillcolor="window" strokeweight="2.25pt">
                <v:textbox>
                  <w:txbxContent>
                    <w:p w:rsidR="00D1402A" w:rsidRDefault="00D1402A" w:rsidP="00D1402A">
                      <w:pPr>
                        <w:spacing w:line="600" w:lineRule="auto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具体的に</w:t>
                      </w:r>
                      <w:r>
                        <w:t>記載してください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:rsidR="00D1402A" w:rsidRDefault="00D1402A">
      <w:r>
        <w:rPr>
          <w:rFonts w:hint="eastAsia"/>
        </w:rPr>
        <w:t>（３）介護保険施設との連携について</w:t>
      </w:r>
    </w:p>
    <w:p w:rsidR="00D1402A" w:rsidRDefault="00D1402A">
      <w:r>
        <w:rPr>
          <w:rFonts w:hint="eastAsia"/>
        </w:rPr>
        <w:t xml:space="preserve">　　　　</w:t>
      </w:r>
      <w:r>
        <w:rPr>
          <w:rFonts w:hint="eastAsia"/>
        </w:rPr>
        <w:t>○○○○･･･</w:t>
      </w:r>
    </w:p>
    <w:p w:rsidR="00D1402A" w:rsidRDefault="00D1402A"/>
    <w:p w:rsidR="00D1402A" w:rsidRDefault="00D1402A">
      <w:r>
        <w:rPr>
          <w:rFonts w:hint="eastAsia"/>
        </w:rPr>
        <w:t>（４）事故発生時の対応</w:t>
      </w:r>
    </w:p>
    <w:p w:rsidR="00D1402A" w:rsidRPr="00D1402A" w:rsidRDefault="00D1402A">
      <w:pPr>
        <w:rPr>
          <w:rFonts w:hint="eastAsia"/>
        </w:rPr>
      </w:pPr>
      <w:r>
        <w:rPr>
          <w:rFonts w:hint="eastAsia"/>
        </w:rPr>
        <w:t xml:space="preserve">　　　　</w:t>
      </w:r>
      <w:r>
        <w:rPr>
          <w:rFonts w:hint="eastAsia"/>
        </w:rPr>
        <w:t>○○○○･･･</w:t>
      </w:r>
    </w:p>
    <w:sectPr w:rsidR="00D1402A" w:rsidRPr="00D140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02A"/>
    <w:rsid w:val="00D1402A"/>
    <w:rsid w:val="00E1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B496DD"/>
  <w15:chartTrackingRefBased/>
  <w15:docId w15:val="{8A6DDFC2-9643-4E87-8943-1F515F7F4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311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2018-06-06T08:51:00Z</dcterms:created>
  <dcterms:modified xsi:type="dcterms:W3CDTF">2018-06-06T09:00:00Z</dcterms:modified>
</cp:coreProperties>
</file>