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1E2D329B" w:rsidR="00CD1A58" w:rsidRPr="00F8649F" w:rsidRDefault="00E26312">
      <w:pPr>
        <w:rPr>
          <w:rFonts w:ascii="BIZ UDP明朝 Medium" w:eastAsia="BIZ UDP明朝 Medium" w:hAnsi="BIZ UDP明朝 Medium"/>
          <w:sz w:val="22"/>
        </w:rPr>
      </w:pPr>
      <w:r w:rsidRPr="00F8649F">
        <w:rPr>
          <w:rFonts w:ascii="BIZ UDP明朝 Medium" w:eastAsia="BIZ UDP明朝 Medium" w:hAnsi="BIZ UDP明朝 Medium" w:hint="eastAsia"/>
          <w:sz w:val="22"/>
        </w:rPr>
        <w:t>(様式</w:t>
      </w:r>
      <w:r w:rsidR="00712146">
        <w:rPr>
          <w:rFonts w:ascii="BIZ UDP明朝 Medium" w:eastAsia="BIZ UDP明朝 Medium" w:hAnsi="BIZ UDP明朝 Medium" w:hint="eastAsia"/>
          <w:sz w:val="22"/>
        </w:rPr>
        <w:t>４</w:t>
      </w:r>
      <w:r w:rsidRPr="00F8649F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218CC2D" w:rsidR="00E26312" w:rsidRPr="00F8649F" w:rsidRDefault="007357D9" w:rsidP="00003102">
      <w:pPr>
        <w:jc w:val="center"/>
        <w:rPr>
          <w:rFonts w:ascii="BIZ UDPゴシック" w:eastAsia="BIZ UDPゴシック" w:hAnsi="BIZ UDPゴシック"/>
          <w:b/>
          <w:sz w:val="36"/>
        </w:rPr>
      </w:pPr>
      <w:r w:rsidRPr="00F8649F">
        <w:rPr>
          <w:rFonts w:ascii="BIZ UDPゴシック" w:eastAsia="BIZ UDPゴシック" w:hAnsi="BIZ UDPゴシック" w:hint="eastAsia"/>
          <w:b/>
          <w:sz w:val="36"/>
        </w:rPr>
        <w:t>業務等</w:t>
      </w:r>
      <w:r w:rsidR="00AC26B7" w:rsidRPr="00F8649F">
        <w:rPr>
          <w:rFonts w:ascii="BIZ UDPゴシック" w:eastAsia="BIZ UDPゴシック" w:hAnsi="BIZ UDPゴシック" w:hint="eastAsia"/>
          <w:b/>
          <w:sz w:val="36"/>
        </w:rPr>
        <w:t>実績調書</w:t>
      </w:r>
    </w:p>
    <w:p w14:paraId="727856B5" w14:textId="7F52C0FF" w:rsid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:rsidRPr="00F8649F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F8649F" w:rsidRDefault="00AC26B7" w:rsidP="00AC26B7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  <w:r w:rsidRPr="00F8649F">
              <w:rPr>
                <w:rFonts w:ascii="BIZ UDP明朝 Medium" w:eastAsia="BIZ UDP明朝 Medium" w:hAnsi="BIZ UDP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F8649F" w:rsidRDefault="00AC26B7" w:rsidP="00AC26B7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AC26B7" w:rsidRPr="00F8649F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Pr="00F8649F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726442">
              <w:rPr>
                <w:rFonts w:ascii="BIZ UDP明朝 Medium" w:eastAsia="BIZ UDP明朝 Medium" w:hAnsi="BIZ UDP明朝 Medium" w:hint="eastAsia"/>
                <w:spacing w:val="41"/>
                <w:kern w:val="0"/>
                <w:sz w:val="22"/>
                <w:fitText w:val="1422" w:id="-1751498752"/>
              </w:rPr>
              <w:t>代表者又</w:t>
            </w:r>
            <w:r w:rsidRPr="00726442">
              <w:rPr>
                <w:rFonts w:ascii="BIZ UDP明朝 Medium" w:eastAsia="BIZ UDP明朝 Medium" w:hAnsi="BIZ UDP明朝 Medium" w:hint="eastAsia"/>
                <w:spacing w:val="3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Pr="00F8649F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F8649F">
              <w:rPr>
                <w:rFonts w:ascii="BIZ UDP明朝 Medium" w:eastAsia="BIZ UDP明朝 Medium" w:hAnsi="BIZ UDP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F8649F" w:rsidRDefault="00AC26B7" w:rsidP="00AC26B7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24C2FAAA" w14:textId="67170154" w:rsidR="00AC26B7" w:rsidRPr="00F8649F" w:rsidRDefault="00AC26B7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</w:p>
    <w:p w14:paraId="789AEED8" w14:textId="6AC9D3EB" w:rsidR="00AC26B7" w:rsidRPr="00F8649F" w:rsidRDefault="00AC26B7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</w:p>
    <w:p w14:paraId="5BD3DD86" w14:textId="69E640F5" w:rsidR="00AC26B7" w:rsidRPr="00F8649F" w:rsidRDefault="00AC26B7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</w:p>
    <w:p w14:paraId="4156EAB2" w14:textId="3E767386" w:rsidR="00AC26B7" w:rsidRPr="00F8649F" w:rsidRDefault="00AC26B7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</w:p>
    <w:p w14:paraId="613AB2BF" w14:textId="23E825C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1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0"/>
        <w:gridCol w:w="1531"/>
        <w:gridCol w:w="2438"/>
        <w:gridCol w:w="227"/>
        <w:gridCol w:w="453"/>
        <w:gridCol w:w="397"/>
        <w:gridCol w:w="453"/>
        <w:gridCol w:w="454"/>
        <w:gridCol w:w="2665"/>
      </w:tblGrid>
      <w:tr w:rsidR="006B5F76" w14:paraId="39D79366" w14:textId="77777777" w:rsidTr="006B5F76">
        <w:trPr>
          <w:trHeight w:val="794"/>
        </w:trPr>
        <w:tc>
          <w:tcPr>
            <w:tcW w:w="510" w:type="dxa"/>
            <w:vMerge w:val="restart"/>
            <w:vAlign w:val="center"/>
          </w:tcPr>
          <w:p w14:paraId="5DD42001" w14:textId="77777777" w:rsidR="007357D9" w:rsidRPr="00F8649F" w:rsidRDefault="00AC26B7" w:rsidP="006B5F76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  <w:r w:rsidRPr="00F8649F">
              <w:rPr>
                <w:rFonts w:ascii="BIZ UDP明朝 Medium" w:eastAsia="BIZ UDP明朝 Medium" w:hAnsi="BIZ UDP明朝 Medium" w:hint="eastAsia"/>
                <w:sz w:val="22"/>
              </w:rPr>
              <w:t>案</w:t>
            </w:r>
          </w:p>
          <w:p w14:paraId="078713B3" w14:textId="77777777" w:rsidR="007357D9" w:rsidRPr="00F8649F" w:rsidRDefault="007357D9" w:rsidP="007357D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  <w:p w14:paraId="25B3FCB1" w14:textId="77777777" w:rsidR="007357D9" w:rsidRPr="00F8649F" w:rsidRDefault="00AC26B7" w:rsidP="007357D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  <w:r w:rsidRPr="00F8649F">
              <w:rPr>
                <w:rFonts w:ascii="BIZ UDP明朝 Medium" w:eastAsia="BIZ UDP明朝 Medium" w:hAnsi="BIZ UDP明朝 Medium" w:hint="eastAsia"/>
                <w:sz w:val="22"/>
              </w:rPr>
              <w:t>件</w:t>
            </w:r>
          </w:p>
          <w:p w14:paraId="4DD50B94" w14:textId="77777777" w:rsidR="007357D9" w:rsidRPr="00F8649F" w:rsidRDefault="007357D9" w:rsidP="007357D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  <w:p w14:paraId="47D2D15F" w14:textId="77777777" w:rsidR="007357D9" w:rsidRPr="00F8649F" w:rsidRDefault="00AC26B7" w:rsidP="007357D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  <w:r w:rsidRPr="00F8649F">
              <w:rPr>
                <w:rFonts w:ascii="BIZ UDP明朝 Medium" w:eastAsia="BIZ UDP明朝 Medium" w:hAnsi="BIZ UDP明朝 Medium" w:hint="eastAsia"/>
                <w:sz w:val="22"/>
              </w:rPr>
              <w:t>名</w:t>
            </w:r>
          </w:p>
          <w:p w14:paraId="7283DFC2" w14:textId="77777777" w:rsidR="007357D9" w:rsidRPr="00F8649F" w:rsidRDefault="007357D9" w:rsidP="007357D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  <w:p w14:paraId="5BFE2057" w14:textId="77777777" w:rsidR="007357D9" w:rsidRPr="00F8649F" w:rsidRDefault="00AC26B7" w:rsidP="007357D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  <w:r w:rsidRPr="00F8649F">
              <w:rPr>
                <w:rFonts w:ascii="BIZ UDP明朝 Medium" w:eastAsia="BIZ UDP明朝 Medium" w:hAnsi="BIZ UDP明朝 Medium" w:hint="eastAsia"/>
                <w:sz w:val="22"/>
              </w:rPr>
              <w:t>称</w:t>
            </w:r>
          </w:p>
          <w:p w14:paraId="03DA1887" w14:textId="77777777" w:rsidR="007357D9" w:rsidRPr="00F8649F" w:rsidRDefault="007357D9" w:rsidP="007357D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  <w:p w14:paraId="5AFA095E" w14:textId="3F2B86AB" w:rsidR="00AC26B7" w:rsidRPr="00F8649F" w:rsidRDefault="00AC26B7" w:rsidP="007357D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  <w:r w:rsidRPr="00F8649F">
              <w:rPr>
                <w:rFonts w:ascii="BIZ UDP明朝 Medium" w:eastAsia="BIZ UDP明朝 Medium" w:hAnsi="BIZ UDP明朝 Medium" w:hint="eastAsia"/>
                <w:sz w:val="22"/>
              </w:rPr>
              <w:t>等</w:t>
            </w:r>
          </w:p>
        </w:tc>
        <w:tc>
          <w:tcPr>
            <w:tcW w:w="1531" w:type="dxa"/>
            <w:vAlign w:val="center"/>
          </w:tcPr>
          <w:p w14:paraId="45463DFB" w14:textId="5ACDBBCE" w:rsidR="00AC26B7" w:rsidRPr="00F8649F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26442">
              <w:rPr>
                <w:rFonts w:ascii="BIZ UDP明朝 Medium" w:eastAsia="BIZ UDP明朝 Medium" w:hAnsi="BIZ UDP明朝 Medium" w:hint="eastAsia"/>
                <w:spacing w:val="131"/>
                <w:kern w:val="0"/>
                <w:sz w:val="22"/>
                <w:fitText w:val="1185" w:id="-1751497727"/>
              </w:rPr>
              <w:t>案件</w:t>
            </w:r>
            <w:r w:rsidRPr="00726442">
              <w:rPr>
                <w:rFonts w:ascii="BIZ UDP明朝 Medium" w:eastAsia="BIZ UDP明朝 Medium" w:hAnsi="BIZ UDP明朝 Medium" w:hint="eastAsia"/>
                <w:kern w:val="0"/>
                <w:sz w:val="22"/>
                <w:fitText w:val="1185" w:id="-1751497727"/>
              </w:rPr>
              <w:t>名</w:t>
            </w:r>
          </w:p>
        </w:tc>
        <w:tc>
          <w:tcPr>
            <w:tcW w:w="7087" w:type="dxa"/>
            <w:gridSpan w:val="7"/>
            <w:vAlign w:val="center"/>
          </w:tcPr>
          <w:p w14:paraId="32C49010" w14:textId="77777777" w:rsidR="00AC26B7" w:rsidRPr="00F8649F" w:rsidRDefault="00AC26B7" w:rsidP="006B5F76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B5F76" w14:paraId="4FE6D77D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1E3E84E0" w14:textId="77777777" w:rsidR="00AC26B7" w:rsidRPr="00F8649F" w:rsidRDefault="00AC26B7" w:rsidP="006B5F76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5F7C5087" w14:textId="335345C6" w:rsidR="00AC26B7" w:rsidRPr="00F8649F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8649F">
              <w:rPr>
                <w:rFonts w:ascii="BIZ UDP明朝 Medium" w:eastAsia="BIZ UDP明朝 Medium" w:hAnsi="BIZ UDP明朝 Medium" w:hint="eastAsia"/>
                <w:sz w:val="22"/>
              </w:rPr>
              <w:t>発注機関名</w:t>
            </w:r>
          </w:p>
        </w:tc>
        <w:tc>
          <w:tcPr>
            <w:tcW w:w="7087" w:type="dxa"/>
            <w:gridSpan w:val="7"/>
            <w:vAlign w:val="center"/>
          </w:tcPr>
          <w:p w14:paraId="3F2A2C00" w14:textId="77777777" w:rsidR="00AC26B7" w:rsidRPr="00F8649F" w:rsidRDefault="00AC26B7" w:rsidP="006B5F76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B5F76" w14:paraId="1C04E658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65E5A7EE" w14:textId="77777777" w:rsidR="00AC26B7" w:rsidRPr="00F8649F" w:rsidRDefault="00AC26B7" w:rsidP="006B5F76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36684747" w14:textId="5773AF58" w:rsidR="00AC26B7" w:rsidRPr="00F8649F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26442">
              <w:rPr>
                <w:rFonts w:ascii="BIZ UDP明朝 Medium" w:eastAsia="BIZ UDP明朝 Medium" w:hAnsi="BIZ UDP明朝 Medium" w:hint="eastAsia"/>
                <w:spacing w:val="51"/>
                <w:kern w:val="0"/>
                <w:sz w:val="22"/>
                <w:fitText w:val="1185" w:id="-1751497726"/>
              </w:rPr>
              <w:t>履行場</w:t>
            </w:r>
            <w:r w:rsidRPr="00726442">
              <w:rPr>
                <w:rFonts w:ascii="BIZ UDP明朝 Medium" w:eastAsia="BIZ UDP明朝 Medium" w:hAnsi="BIZ UDP明朝 Medium" w:hint="eastAsia"/>
                <w:kern w:val="0"/>
                <w:sz w:val="22"/>
                <w:fitText w:val="1185" w:id="-1751497726"/>
              </w:rPr>
              <w:t>所</w:t>
            </w:r>
          </w:p>
        </w:tc>
        <w:tc>
          <w:tcPr>
            <w:tcW w:w="7087" w:type="dxa"/>
            <w:gridSpan w:val="7"/>
            <w:vAlign w:val="center"/>
          </w:tcPr>
          <w:p w14:paraId="59834542" w14:textId="77777777" w:rsidR="00AC26B7" w:rsidRPr="00F8649F" w:rsidRDefault="00AC26B7" w:rsidP="006B5F76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AC26B7" w14:paraId="6B5F7F2F" w14:textId="77777777" w:rsidTr="00C31CD0">
        <w:trPr>
          <w:trHeight w:val="794"/>
        </w:trPr>
        <w:tc>
          <w:tcPr>
            <w:tcW w:w="510" w:type="dxa"/>
            <w:vMerge/>
            <w:vAlign w:val="center"/>
          </w:tcPr>
          <w:p w14:paraId="030590FE" w14:textId="77777777" w:rsidR="00AC26B7" w:rsidRPr="00F8649F" w:rsidRDefault="00AC26B7" w:rsidP="006B5F76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7981DA5" w14:textId="09EAAC43" w:rsidR="00AC26B7" w:rsidRPr="00F8649F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26442">
              <w:rPr>
                <w:rFonts w:ascii="BIZ UDP明朝 Medium" w:eastAsia="BIZ UDP明朝 Medium" w:hAnsi="BIZ UDP明朝 Medium" w:hint="eastAsia"/>
                <w:spacing w:val="51"/>
                <w:kern w:val="0"/>
                <w:sz w:val="22"/>
                <w:fitText w:val="1185" w:id="-1751497725"/>
              </w:rPr>
              <w:t>契約金</w:t>
            </w:r>
            <w:r w:rsidRPr="00726442">
              <w:rPr>
                <w:rFonts w:ascii="BIZ UDP明朝 Medium" w:eastAsia="BIZ UDP明朝 Medium" w:hAnsi="BIZ UDP明朝 Medium" w:hint="eastAsia"/>
                <w:kern w:val="0"/>
                <w:sz w:val="22"/>
                <w:fitText w:val="1185" w:id="-1751497725"/>
              </w:rPr>
              <w:t>額</w:t>
            </w:r>
          </w:p>
        </w:tc>
        <w:tc>
          <w:tcPr>
            <w:tcW w:w="2438" w:type="dxa"/>
            <w:vAlign w:val="center"/>
          </w:tcPr>
          <w:p w14:paraId="3E64AD13" w14:textId="77777777" w:rsidR="00AC26B7" w:rsidRPr="00F8649F" w:rsidRDefault="00AC26B7" w:rsidP="006B5F76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37508BF8" w14:textId="4AD9B44F" w:rsidR="00AC26B7" w:rsidRPr="00F8649F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8649F">
              <w:rPr>
                <w:rFonts w:ascii="BIZ UDP明朝 Medium" w:eastAsia="BIZ UDP明朝 Medium" w:hAnsi="BIZ UDP明朝 Medium" w:hint="eastAsia"/>
                <w:sz w:val="22"/>
              </w:rPr>
              <w:t>契約締結年月日</w:t>
            </w:r>
          </w:p>
        </w:tc>
        <w:tc>
          <w:tcPr>
            <w:tcW w:w="2665" w:type="dxa"/>
            <w:vAlign w:val="center"/>
          </w:tcPr>
          <w:p w14:paraId="71B5ED5A" w14:textId="7E38A288" w:rsidR="006B5F76" w:rsidRPr="00F8649F" w:rsidRDefault="00E4252F" w:rsidP="006B5F7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　　　</w:t>
            </w:r>
            <w:r w:rsidR="00C31CD0" w:rsidRPr="00F8649F">
              <w:rPr>
                <w:rFonts w:ascii="BIZ UDP明朝 Medium" w:eastAsia="BIZ UDP明朝 Medium" w:hAnsi="BIZ UDP明朝 Medium" w:hint="eastAsia"/>
                <w:sz w:val="22"/>
              </w:rPr>
              <w:t>年　　月　　日</w:t>
            </w:r>
          </w:p>
        </w:tc>
      </w:tr>
      <w:tr w:rsidR="00AC26B7" w14:paraId="48DCA1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499F158D" w14:textId="77777777" w:rsidR="00AC26B7" w:rsidRPr="00F8649F" w:rsidRDefault="00AC26B7" w:rsidP="006B5F76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770A9637" w14:textId="51A5B02C" w:rsidR="00AC26B7" w:rsidRPr="00F8649F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26442">
              <w:rPr>
                <w:rFonts w:ascii="BIZ UDP明朝 Medium" w:eastAsia="BIZ UDP明朝 Medium" w:hAnsi="BIZ UDP明朝 Medium" w:hint="eastAsia"/>
                <w:spacing w:val="51"/>
                <w:kern w:val="0"/>
                <w:sz w:val="22"/>
                <w:fitText w:val="1185" w:id="-1751497724"/>
              </w:rPr>
              <w:t>履行期</w:t>
            </w:r>
            <w:r w:rsidRPr="00726442">
              <w:rPr>
                <w:rFonts w:ascii="BIZ UDP明朝 Medium" w:eastAsia="BIZ UDP明朝 Medium" w:hAnsi="BIZ UDP明朝 Medium" w:hint="eastAsia"/>
                <w:kern w:val="0"/>
                <w:sz w:val="22"/>
                <w:fitText w:val="1185" w:id="-1751497724"/>
              </w:rPr>
              <w:t>間</w:t>
            </w:r>
          </w:p>
        </w:tc>
        <w:tc>
          <w:tcPr>
            <w:tcW w:w="3118" w:type="dxa"/>
            <w:gridSpan w:val="3"/>
            <w:tcBorders>
              <w:right w:val="nil"/>
            </w:tcBorders>
            <w:vAlign w:val="center"/>
          </w:tcPr>
          <w:p w14:paraId="304B72B2" w14:textId="343FB009" w:rsidR="00AC26B7" w:rsidRPr="00F8649F" w:rsidRDefault="00E4252F" w:rsidP="006B5F7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　　</w:t>
            </w:r>
            <w:r w:rsidR="006B5F76" w:rsidRPr="00F8649F">
              <w:rPr>
                <w:rFonts w:ascii="BIZ UDP明朝 Medium" w:eastAsia="BIZ UDP明朝 Medium" w:hAnsi="BIZ UDP明朝 Medium" w:hint="eastAsia"/>
                <w:sz w:val="22"/>
              </w:rPr>
              <w:t>年　　月　　日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97BD7C7" w14:textId="0BC3B0B8" w:rsidR="00AC26B7" w:rsidRPr="00F8649F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8649F">
              <w:rPr>
                <w:rFonts w:ascii="BIZ UDP明朝 Medium" w:eastAsia="BIZ UDP明朝 Medium" w:hAnsi="BIZ UDP明朝 Medium" w:hint="eastAsia"/>
                <w:sz w:val="22"/>
              </w:rPr>
              <w:t>～</w:t>
            </w:r>
          </w:p>
        </w:tc>
        <w:tc>
          <w:tcPr>
            <w:tcW w:w="3119" w:type="dxa"/>
            <w:gridSpan w:val="2"/>
            <w:tcBorders>
              <w:left w:val="nil"/>
            </w:tcBorders>
            <w:vAlign w:val="center"/>
          </w:tcPr>
          <w:p w14:paraId="6C31AD92" w14:textId="64DF64CD" w:rsidR="00AC26B7" w:rsidRPr="00F8649F" w:rsidRDefault="00E4252F" w:rsidP="006B5F7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　　</w:t>
            </w:r>
            <w:r w:rsidR="006B5F76" w:rsidRPr="00F8649F">
              <w:rPr>
                <w:rFonts w:ascii="BIZ UDP明朝 Medium" w:eastAsia="BIZ UDP明朝 Medium" w:hAnsi="BIZ UDP明朝 Medium" w:hint="eastAsia"/>
                <w:sz w:val="22"/>
              </w:rPr>
              <w:t>年　　月　　日</w:t>
            </w:r>
          </w:p>
        </w:tc>
      </w:tr>
      <w:tr w:rsidR="00AC26B7" w14:paraId="41F309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533E582C" w14:textId="77777777" w:rsidR="00AC26B7" w:rsidRPr="00F8649F" w:rsidRDefault="00AC26B7" w:rsidP="006B5F76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19C968DA" w14:textId="5CC2562F" w:rsidR="00AC26B7" w:rsidRPr="00F8649F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8649F">
              <w:rPr>
                <w:rFonts w:ascii="BIZ UDP明朝 Medium" w:eastAsia="BIZ UDP明朝 Medium" w:hAnsi="BIZ UDP明朝 Medium" w:hint="eastAsia"/>
                <w:sz w:val="22"/>
              </w:rPr>
              <w:t>受注形態等</w:t>
            </w:r>
          </w:p>
        </w:tc>
        <w:tc>
          <w:tcPr>
            <w:tcW w:w="2665" w:type="dxa"/>
            <w:gridSpan w:val="2"/>
            <w:tcBorders>
              <w:right w:val="nil"/>
            </w:tcBorders>
            <w:vAlign w:val="center"/>
          </w:tcPr>
          <w:p w14:paraId="3C436970" w14:textId="1815BA0D" w:rsidR="00AC26B7" w:rsidRPr="00F8649F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8649F">
              <w:rPr>
                <w:rFonts w:ascii="BIZ UDP明朝 Medium" w:eastAsia="BIZ UDP明朝 Medium" w:hAnsi="BIZ UDP明朝 Medium" w:hint="eastAsia"/>
                <w:sz w:val="22"/>
              </w:rPr>
              <w:t>単体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130C5F5" w14:textId="79A5E89C" w:rsidR="00AC26B7" w:rsidRPr="00F8649F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8649F">
              <w:rPr>
                <w:rFonts w:ascii="BIZ UDP明朝 Medium" w:eastAsia="BIZ UDP明朝 Medium" w:hAnsi="BIZ UDP明朝 Medium" w:hint="eastAsia"/>
                <w:sz w:val="22"/>
              </w:rPr>
              <w:t>／</w:t>
            </w:r>
          </w:p>
        </w:tc>
        <w:tc>
          <w:tcPr>
            <w:tcW w:w="3572" w:type="dxa"/>
            <w:gridSpan w:val="3"/>
            <w:tcBorders>
              <w:left w:val="nil"/>
            </w:tcBorders>
            <w:vAlign w:val="center"/>
          </w:tcPr>
          <w:p w14:paraId="5EC83701" w14:textId="688FFE76" w:rsidR="00AC26B7" w:rsidRPr="00F8649F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8649F">
              <w:rPr>
                <w:rFonts w:ascii="BIZ UDP明朝 Medium" w:eastAsia="BIZ UDP明朝 Medium" w:hAnsi="BIZ UDP明朝 Medium" w:hint="eastAsia"/>
                <w:sz w:val="22"/>
              </w:rPr>
              <w:t>ＪＶ（出資比率　　％）</w:t>
            </w:r>
          </w:p>
        </w:tc>
      </w:tr>
      <w:tr w:rsidR="006B5F76" w14:paraId="350B0BD8" w14:textId="77777777" w:rsidTr="00C31CD0">
        <w:trPr>
          <w:trHeight w:val="3402"/>
        </w:trPr>
        <w:tc>
          <w:tcPr>
            <w:tcW w:w="510" w:type="dxa"/>
            <w:vMerge/>
            <w:vAlign w:val="center"/>
          </w:tcPr>
          <w:p w14:paraId="23D21216" w14:textId="77777777" w:rsidR="00AC26B7" w:rsidRPr="00F8649F" w:rsidRDefault="00AC26B7" w:rsidP="006B5F76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CE144CA" w14:textId="77777777" w:rsidR="00AC26B7" w:rsidRPr="00F8649F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P明朝 Medium" w:eastAsia="BIZ UDP明朝 Medium" w:hAnsi="BIZ UDP明朝 Medium"/>
                <w:kern w:val="0"/>
                <w:sz w:val="22"/>
              </w:rPr>
            </w:pPr>
            <w:r w:rsidRPr="00726442">
              <w:rPr>
                <w:rFonts w:ascii="BIZ UDP明朝 Medium" w:eastAsia="BIZ UDP明朝 Medium" w:hAnsi="BIZ UDP明朝 Medium" w:hint="eastAsia"/>
                <w:spacing w:val="389"/>
                <w:kern w:val="0"/>
                <w:sz w:val="22"/>
                <w:fitText w:val="1218" w:id="-1751387392"/>
              </w:rPr>
              <w:t>概</w:t>
            </w:r>
            <w:r w:rsidRPr="00726442">
              <w:rPr>
                <w:rFonts w:ascii="BIZ UDP明朝 Medium" w:eastAsia="BIZ UDP明朝 Medium" w:hAnsi="BIZ UDP明朝 Medium" w:hint="eastAsia"/>
                <w:kern w:val="0"/>
                <w:sz w:val="22"/>
                <w:fitText w:val="1218" w:id="-1751387392"/>
              </w:rPr>
              <w:t>要</w:t>
            </w:r>
          </w:p>
          <w:p w14:paraId="4D0CA92A" w14:textId="1F33BCDA" w:rsidR="003407E2" w:rsidRPr="00F8649F" w:rsidRDefault="007357D9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8649F">
              <w:rPr>
                <w:rFonts w:ascii="BIZ UDP明朝 Medium" w:eastAsia="BIZ UDP明朝 Medium" w:hAnsi="BIZ UDP明朝 Medium" w:hint="eastAsia"/>
                <w:sz w:val="16"/>
              </w:rPr>
              <w:t>(簡潔に記載)</w:t>
            </w:r>
          </w:p>
        </w:tc>
        <w:tc>
          <w:tcPr>
            <w:tcW w:w="7087" w:type="dxa"/>
            <w:gridSpan w:val="7"/>
          </w:tcPr>
          <w:p w14:paraId="79C27B8F" w14:textId="77777777" w:rsidR="00AC26B7" w:rsidRPr="00F8649F" w:rsidRDefault="00AC26B7" w:rsidP="00C31CD0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1EE1C9F0" w14:textId="51756B8A" w:rsidR="0090363E" w:rsidRPr="00F8649F" w:rsidRDefault="0090363E" w:rsidP="0090363E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/>
          <w:sz w:val="20"/>
        </w:rPr>
      </w:pPr>
      <w:r w:rsidRPr="00F8649F">
        <w:rPr>
          <w:rFonts w:ascii="BIZ UDPゴシック" w:eastAsia="BIZ UDPゴシック" w:hAnsi="BIZ UDPゴシック" w:hint="eastAsia"/>
          <w:sz w:val="20"/>
        </w:rPr>
        <w:t>※注意事項</w:t>
      </w:r>
      <w:r w:rsidR="00BE65B0" w:rsidRPr="00F8649F">
        <w:rPr>
          <w:rFonts w:ascii="BIZ UDPゴシック" w:eastAsia="BIZ UDPゴシック" w:hAnsi="BIZ UDPゴシック" w:hint="eastAsia"/>
          <w:sz w:val="20"/>
        </w:rPr>
        <w:t>：該当する□に✓又は■を記入するとともに、必要事項を記載すること。</w:t>
      </w:r>
    </w:p>
    <w:p w14:paraId="44F1D54B" w14:textId="6E1A3CC8" w:rsidR="0090363E" w:rsidRPr="00F8649F" w:rsidRDefault="0090363E" w:rsidP="00F8649F">
      <w:pPr>
        <w:autoSpaceDE w:val="0"/>
        <w:autoSpaceDN w:val="0"/>
        <w:adjustRightInd w:val="0"/>
        <w:ind w:left="217" w:hangingChars="100" w:hanging="217"/>
        <w:jc w:val="left"/>
        <w:rPr>
          <w:rFonts w:ascii="BIZ UDP明朝 Medium" w:eastAsia="BIZ UDP明朝 Medium" w:hAnsi="BIZ UDP明朝 Medium"/>
          <w:sz w:val="20"/>
        </w:rPr>
      </w:pPr>
      <w:r w:rsidRPr="00F8649F">
        <w:rPr>
          <w:rFonts w:ascii="BIZ UDP明朝 Medium" w:eastAsia="BIZ UDP明朝 Medium" w:hAnsi="BIZ UDP明朝 Medium" w:hint="eastAsia"/>
          <w:sz w:val="20"/>
        </w:rPr>
        <w:t xml:space="preserve">１　</w:t>
      </w:r>
      <w:r w:rsidRPr="00F8649F">
        <w:rPr>
          <w:rFonts w:ascii="BIZ UDP明朝 Medium" w:eastAsia="BIZ UDP明朝 Medium" w:hAnsi="BIZ UDP明朝 Medium"/>
          <w:sz w:val="20"/>
        </w:rPr>
        <w:t>記載する実績（完了し検査、引渡しを受けているもの）は、公告文</w:t>
      </w:r>
      <w:r w:rsidR="001F4454" w:rsidRPr="00F8649F">
        <w:rPr>
          <w:rFonts w:ascii="BIZ UDP明朝 Medium" w:eastAsia="BIZ UDP明朝 Medium" w:hAnsi="BIZ UDP明朝 Medium" w:hint="eastAsia"/>
          <w:sz w:val="20"/>
        </w:rPr>
        <w:t>２</w:t>
      </w:r>
      <w:r w:rsidRPr="00F8649F">
        <w:rPr>
          <w:rFonts w:ascii="BIZ UDP明朝 Medium" w:eastAsia="BIZ UDP明朝 Medium" w:hAnsi="BIZ UDP明朝 Medium"/>
          <w:sz w:val="20"/>
        </w:rPr>
        <w:t>の</w:t>
      </w:r>
      <w:r w:rsidR="008C3F47" w:rsidRPr="00F8649F">
        <w:rPr>
          <w:rFonts w:ascii="BIZ UDP明朝 Medium" w:eastAsia="BIZ UDP明朝 Medium" w:hAnsi="BIZ UDP明朝 Medium" w:hint="eastAsia"/>
          <w:sz w:val="20"/>
        </w:rPr>
        <w:t>（</w:t>
      </w:r>
      <w:r w:rsidR="001F4454" w:rsidRPr="00F8649F">
        <w:rPr>
          <w:rFonts w:ascii="BIZ UDP明朝 Medium" w:eastAsia="BIZ UDP明朝 Medium" w:hAnsi="BIZ UDP明朝 Medium" w:hint="eastAsia"/>
          <w:sz w:val="20"/>
        </w:rPr>
        <w:t>８</w:t>
      </w:r>
      <w:r w:rsidRPr="00F8649F">
        <w:rPr>
          <w:rFonts w:ascii="BIZ UDP明朝 Medium" w:eastAsia="BIZ UDP明朝 Medium" w:hAnsi="BIZ UDP明朝 Medium"/>
          <w:sz w:val="20"/>
        </w:rPr>
        <w:t>)に示す業務とする。なお、</w:t>
      </w:r>
      <w:r w:rsidR="00726442" w:rsidRPr="00726442">
        <w:rPr>
          <w:rFonts w:ascii="BIZ UDP明朝 Medium" w:eastAsia="BIZ UDP明朝 Medium" w:hAnsi="BIZ UDP明朝 Medium" w:hint="eastAsia"/>
          <w:sz w:val="20"/>
        </w:rPr>
        <w:t>契約書の写し、引渡書等の写し及び内容・規模等が確認できる書類</w:t>
      </w:r>
      <w:r w:rsidRPr="00F8649F">
        <w:rPr>
          <w:rFonts w:ascii="BIZ UDP明朝 Medium" w:eastAsia="BIZ UDP明朝 Medium" w:hAnsi="BIZ UDP明朝 Medium"/>
          <w:sz w:val="20"/>
        </w:rPr>
        <w:t>（仕様書又は図面等、競争参加資格条件となっている内容が明らかなもの）を必ず添付すること。</w:t>
      </w:r>
    </w:p>
    <w:p w14:paraId="43339735" w14:textId="569FCFDE" w:rsidR="00AC26B7" w:rsidRPr="00F8649F" w:rsidRDefault="0090363E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  <w:r w:rsidRPr="00F8649F">
        <w:rPr>
          <w:rFonts w:ascii="BIZ UDP明朝 Medium" w:eastAsia="BIZ UDP明朝 Medium" w:hAnsi="BIZ UDP明朝 Medium"/>
          <w:sz w:val="20"/>
        </w:rPr>
        <w:t xml:space="preserve">２　</w:t>
      </w:r>
      <w:bookmarkStart w:id="0" w:name="_GoBack"/>
      <w:bookmarkEnd w:id="0"/>
      <w:r w:rsidRPr="00F8649F">
        <w:rPr>
          <w:rFonts w:ascii="BIZ UDP明朝 Medium" w:eastAsia="BIZ UDP明朝 Medium" w:hAnsi="BIZ UDP明朝 Medium"/>
          <w:sz w:val="20"/>
        </w:rPr>
        <w:t>概要は、実績を的確に判断できる必要最小限の事項を記載すること。</w:t>
      </w:r>
    </w:p>
    <w:sectPr w:rsidR="00AC26B7" w:rsidRPr="00F8649F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30FFF" w14:textId="77777777" w:rsidR="009E5D8B" w:rsidRDefault="009E5D8B" w:rsidP="00E26312">
      <w:r>
        <w:separator/>
      </w:r>
    </w:p>
  </w:endnote>
  <w:endnote w:type="continuationSeparator" w:id="0">
    <w:p w14:paraId="458DD43A" w14:textId="77777777" w:rsidR="009E5D8B" w:rsidRDefault="009E5D8B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FA56A" w14:textId="77777777" w:rsidR="009E5D8B" w:rsidRDefault="009E5D8B" w:rsidP="00E26312">
      <w:r>
        <w:separator/>
      </w:r>
    </w:p>
  </w:footnote>
  <w:footnote w:type="continuationSeparator" w:id="0">
    <w:p w14:paraId="6094751B" w14:textId="77777777" w:rsidR="009E5D8B" w:rsidRDefault="009E5D8B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bordersDoNotSurroundHeader/>
  <w:bordersDoNotSurroundFooter/>
  <w:proofState w:spelling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4111C"/>
    <w:rsid w:val="000A5C90"/>
    <w:rsid w:val="001E71E4"/>
    <w:rsid w:val="001F4454"/>
    <w:rsid w:val="003407E2"/>
    <w:rsid w:val="003B1997"/>
    <w:rsid w:val="003C762B"/>
    <w:rsid w:val="003F6A18"/>
    <w:rsid w:val="00417B21"/>
    <w:rsid w:val="00450FF8"/>
    <w:rsid w:val="00452D92"/>
    <w:rsid w:val="00562B68"/>
    <w:rsid w:val="005B2806"/>
    <w:rsid w:val="006165C8"/>
    <w:rsid w:val="00655F43"/>
    <w:rsid w:val="006805A9"/>
    <w:rsid w:val="006B5F76"/>
    <w:rsid w:val="00712146"/>
    <w:rsid w:val="00726442"/>
    <w:rsid w:val="007357D9"/>
    <w:rsid w:val="00774B36"/>
    <w:rsid w:val="008C3F47"/>
    <w:rsid w:val="008E0F2C"/>
    <w:rsid w:val="0090363E"/>
    <w:rsid w:val="009E5D8B"/>
    <w:rsid w:val="00AC26B7"/>
    <w:rsid w:val="00AF496C"/>
    <w:rsid w:val="00B003E0"/>
    <w:rsid w:val="00B17942"/>
    <w:rsid w:val="00B64F23"/>
    <w:rsid w:val="00BE65B0"/>
    <w:rsid w:val="00BF1E80"/>
    <w:rsid w:val="00C31CD0"/>
    <w:rsid w:val="00C3723E"/>
    <w:rsid w:val="00CA0C26"/>
    <w:rsid w:val="00CD1A58"/>
    <w:rsid w:val="00E26312"/>
    <w:rsid w:val="00E4252F"/>
    <w:rsid w:val="00EC2C28"/>
    <w:rsid w:val="00F8649F"/>
    <w:rsid w:val="00FA01A5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B2F9D97A.dotm</Template>
  <TotalTime>138</TotalTime>
  <Pages>1</Pages>
  <Words>55</Words>
  <Characters>319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2021-08-29T23:57:00Z</cp:lastPrinted>
  <dcterms:created xsi:type="dcterms:W3CDTF">2021-07-16T09:21:00Z</dcterms:created>
  <dcterms:modified xsi:type="dcterms:W3CDTF">2024-09-25T03:12:00Z</dcterms:modified>
</cp:coreProperties>
</file>