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23D2F73" w:rsidR="00CD1A58" w:rsidRPr="00C5009A" w:rsidRDefault="00E26312">
      <w:pPr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(様式</w:t>
      </w:r>
      <w:r w:rsidR="004C2AC1" w:rsidRPr="00C5009A">
        <w:rPr>
          <w:rFonts w:ascii="BIZ UDP明朝 Medium" w:eastAsia="BIZ UDP明朝 Medium" w:hAnsi="BIZ UDP明朝 Medium" w:hint="eastAsia"/>
          <w:sz w:val="22"/>
        </w:rPr>
        <w:t>２</w:t>
      </w:r>
      <w:r w:rsidRPr="00C5009A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C5009A" w:rsidRDefault="00B17942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C5009A">
        <w:rPr>
          <w:rFonts w:ascii="BIZ UDPゴシック" w:eastAsia="BIZ UDPゴシック" w:hAnsi="BIZ UDPゴシック" w:hint="eastAsia"/>
          <w:b/>
          <w:sz w:val="36"/>
        </w:rPr>
        <w:t>入札参加資格審査申請書</w:t>
      </w:r>
    </w:p>
    <w:p w14:paraId="0BF9845A" w14:textId="77777777" w:rsidR="00003102" w:rsidRPr="00C5009A" w:rsidRDefault="00003102">
      <w:pPr>
        <w:rPr>
          <w:rFonts w:ascii="BIZ UDP明朝 Medium" w:eastAsia="BIZ UDP明朝 Medium" w:hAnsi="BIZ UDP明朝 Medium"/>
          <w:sz w:val="22"/>
        </w:rPr>
      </w:pPr>
    </w:p>
    <w:p w14:paraId="14FDA0B2" w14:textId="3C4E3E97" w:rsidR="00E26312" w:rsidRPr="00C5009A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21400044" w14:textId="2F56F125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356DD403" w14:textId="1C225524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1480D719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2DC8A337" w14:textId="052A3340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C5009A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9B5D81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B5D81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17942" w:rsidRPr="00C5009A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64F23" w:rsidRPr="00C5009A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C5009A" w:rsidRDefault="00B64F23" w:rsidP="002204FA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9B5D81">
              <w:rPr>
                <w:rFonts w:ascii="BIZ UDP明朝 Medium" w:eastAsia="BIZ UDP明朝 Medium" w:hAnsi="BIZ UDP明朝 Medium" w:hint="eastAsia"/>
                <w:spacing w:val="41"/>
                <w:kern w:val="0"/>
                <w:sz w:val="22"/>
                <w:fitText w:val="1422" w:id="-1752906237"/>
              </w:rPr>
              <w:t>代表者又</w:t>
            </w:r>
            <w:r w:rsidRPr="009B5D81">
              <w:rPr>
                <w:rFonts w:ascii="BIZ UDP明朝 Medium" w:eastAsia="BIZ UDP明朝 Medium" w:hAnsi="BIZ UDP明朝 Medium" w:hint="eastAsia"/>
                <w:spacing w:val="3"/>
                <w:kern w:val="0"/>
                <w:sz w:val="22"/>
                <w:fitText w:val="1422" w:id="-1752906237"/>
              </w:rPr>
              <w:t>は</w:t>
            </w:r>
            <w:r w:rsidRPr="00C5009A">
              <w:rPr>
                <w:rFonts w:ascii="BIZ UDP明朝 Medium" w:eastAsia="BIZ UDP明朝 Medium" w:hAnsi="BIZ UDP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C5009A" w:rsidRDefault="00B64F23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C5009A" w:rsidRDefault="00B64F23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EF78B16" w14:textId="499F8E5A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924F7DA" w14:textId="77777777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D470FA8" w14:textId="7A304B1D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7AF7A126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8EE23D9" w14:textId="32E1E4D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F140D7B" w14:textId="0309EE5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F086149" w14:textId="77777777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3251B03" w14:textId="112B3B81" w:rsidR="00B17942" w:rsidRPr="00C5009A" w:rsidRDefault="00E26312" w:rsidP="00C5009A">
      <w:pPr>
        <w:ind w:firstLineChars="100" w:firstLine="237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下記</w:t>
      </w:r>
      <w:r w:rsidR="00B17942" w:rsidRPr="00C5009A">
        <w:rPr>
          <w:rFonts w:ascii="BIZ UDP明朝 Medium" w:eastAsia="BIZ UDP明朝 Medium" w:hAnsi="BIZ UDP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C5009A" w:rsidRDefault="00B17942" w:rsidP="00C5009A">
      <w:pPr>
        <w:ind w:firstLineChars="100" w:firstLine="227"/>
        <w:jc w:val="left"/>
        <w:rPr>
          <w:rFonts w:ascii="BIZ UDP明朝 Medium" w:eastAsia="BIZ UDP明朝 Medium" w:hAnsi="BIZ UDP明朝 Medium"/>
          <w:kern w:val="0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Pr="00C5009A" w:rsidRDefault="00B17942" w:rsidP="00B17942">
      <w:pPr>
        <w:jc w:val="center"/>
        <w:rPr>
          <w:rFonts w:ascii="BIZ UDP明朝 Medium" w:eastAsia="BIZ UDP明朝 Medium" w:hAnsi="BIZ UDP明朝 Medium"/>
          <w:kern w:val="0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１　公告日</w:t>
      </w:r>
    </w:p>
    <w:p w14:paraId="227161B4" w14:textId="7EE880FC" w:rsidR="00B17942" w:rsidRPr="00C5009A" w:rsidRDefault="00971A33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令和</w:t>
      </w:r>
      <w:r w:rsidR="000D3727">
        <w:rPr>
          <w:rFonts w:ascii="BIZ UDP明朝 Medium" w:eastAsia="BIZ UDP明朝 Medium" w:hAnsi="BIZ UDP明朝 Medium" w:hint="eastAsia"/>
          <w:kern w:val="0"/>
          <w:sz w:val="22"/>
          <w:szCs w:val="21"/>
        </w:rPr>
        <w:t>7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年</w:t>
      </w:r>
      <w:r w:rsidR="000D3727">
        <w:rPr>
          <w:rFonts w:ascii="BIZ UDP明朝 Medium" w:eastAsia="BIZ UDP明朝 Medium" w:hAnsi="BIZ UDP明朝 Medium" w:hint="eastAsia"/>
          <w:kern w:val="0"/>
          <w:sz w:val="22"/>
          <w:szCs w:val="21"/>
        </w:rPr>
        <w:t>９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月</w:t>
      </w:r>
      <w:r w:rsidR="000D3727">
        <w:rPr>
          <w:rFonts w:ascii="BIZ UDP明朝 Medium" w:eastAsia="BIZ UDP明朝 Medium" w:hAnsi="BIZ UDP明朝 Medium" w:hint="eastAsia"/>
          <w:kern w:val="0"/>
          <w:sz w:val="22"/>
          <w:szCs w:val="21"/>
        </w:rPr>
        <w:t>３０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２　案件名</w:t>
      </w:r>
    </w:p>
    <w:p w14:paraId="4CD20516" w14:textId="4D4334FB" w:rsidR="00B17942" w:rsidRPr="00C5009A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C842A8" w:rsidRPr="00063DF7">
        <w:rPr>
          <w:rFonts w:ascii="BIZ UDP明朝 Medium" w:eastAsia="BIZ UDP明朝 Medium" w:hAnsi="BIZ UDP明朝 Medium" w:hint="eastAsia"/>
          <w:color w:val="000000" w:themeColor="text1"/>
          <w:sz w:val="22"/>
        </w:rPr>
        <w:t>別府市</w:t>
      </w:r>
      <w:r w:rsidR="00C842A8">
        <w:rPr>
          <w:rFonts w:ascii="BIZ UDP明朝 Medium" w:eastAsia="BIZ UDP明朝 Medium" w:hAnsi="BIZ UDP明朝 Medium" w:hint="eastAsia"/>
          <w:color w:val="000000" w:themeColor="text1"/>
          <w:sz w:val="22"/>
        </w:rPr>
        <w:t>市民税・県民税</w:t>
      </w:r>
      <w:r w:rsidR="00C842A8" w:rsidRPr="00063DF7">
        <w:rPr>
          <w:rFonts w:ascii="BIZ UDP明朝 Medium" w:eastAsia="BIZ UDP明朝 Medium" w:hAnsi="BIZ UDP明朝 Medium" w:hint="eastAsia"/>
          <w:color w:val="000000" w:themeColor="text1"/>
          <w:sz w:val="22"/>
        </w:rPr>
        <w:t>賦課等業務委託</w:t>
      </w:r>
      <w:r w:rsidR="00E56056">
        <w:rPr>
          <w:rFonts w:ascii="BIZ UDP明朝 Medium" w:eastAsia="BIZ UDP明朝 Medium" w:hAnsi="BIZ UDP明朝 Medium" w:hint="eastAsia"/>
          <w:color w:val="000000" w:themeColor="text1"/>
          <w:sz w:val="22"/>
        </w:rPr>
        <w:t>（令和</w:t>
      </w:r>
      <w:r w:rsidR="000D3727">
        <w:rPr>
          <w:rFonts w:ascii="BIZ UDP明朝 Medium" w:eastAsia="BIZ UDP明朝 Medium" w:hAnsi="BIZ UDP明朝 Medium" w:hint="eastAsia"/>
          <w:color w:val="000000" w:themeColor="text1"/>
          <w:sz w:val="22"/>
        </w:rPr>
        <w:t>８</w:t>
      </w:r>
      <w:bookmarkStart w:id="0" w:name="_GoBack"/>
      <w:bookmarkEnd w:id="0"/>
      <w:r w:rsidR="00E56056">
        <w:rPr>
          <w:rFonts w:ascii="BIZ UDP明朝 Medium" w:eastAsia="BIZ UDP明朝 Medium" w:hAnsi="BIZ UDP明朝 Medium" w:hint="eastAsia"/>
          <w:color w:val="000000" w:themeColor="text1"/>
          <w:sz w:val="22"/>
        </w:rPr>
        <w:t>年度課税分）</w:t>
      </w:r>
    </w:p>
    <w:p w14:paraId="6CE44F94" w14:textId="0DCDE026" w:rsidR="00B17942" w:rsidRPr="009B5D81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３　入札参加資格審査申請書類</w:t>
      </w:r>
    </w:p>
    <w:p w14:paraId="40A81F2C" w14:textId="167576B3" w:rsidR="00B17942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6AF6FC7D" w14:textId="354A8755" w:rsidR="00C842A8" w:rsidRPr="00C5009A" w:rsidRDefault="00C842A8" w:rsidP="00C842A8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>1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誓約書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 (様式３)</w:t>
      </w:r>
    </w:p>
    <w:p w14:paraId="31D79991" w14:textId="77777777" w:rsidR="00C842A8" w:rsidRPr="00C842A8" w:rsidRDefault="00C842A8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7AF504AB" w:rsidR="00B17942" w:rsidRPr="00C5009A" w:rsidRDefault="00D67831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="00C842A8">
        <w:rPr>
          <w:rFonts w:ascii="BIZ UDP明朝 Medium" w:eastAsia="BIZ UDP明朝 Medium" w:hAnsi="BIZ UDP明朝 Medium" w:hint="eastAsia"/>
          <w:kern w:val="0"/>
          <w:sz w:val="22"/>
          <w:szCs w:val="21"/>
        </w:rPr>
        <w:t>２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8D66FE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業務等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実績調書(様式</w:t>
      </w:r>
      <w:r w:rsidR="00C842A8">
        <w:rPr>
          <w:rFonts w:ascii="BIZ UDP明朝 Medium" w:eastAsia="BIZ UDP明朝 Medium" w:hAnsi="BIZ UDP明朝 Medium" w:hint="eastAsia"/>
          <w:kern w:val="0"/>
          <w:sz w:val="22"/>
          <w:szCs w:val="21"/>
        </w:rPr>
        <w:t>４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</w:p>
    <w:p w14:paraId="65C1150D" w14:textId="52259961" w:rsidR="00B17942" w:rsidRPr="00D67831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3D9AE348" w14:textId="666AF4A3" w:rsidR="00D67831" w:rsidRPr="00C5009A" w:rsidRDefault="00C842A8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(３</w:t>
      </w:r>
      <w:r w:rsidR="00D67831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D67831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プライバシーマーク又はＩＳＭＳ認証の登録証</w:t>
      </w:r>
      <w:r w:rsidR="002B23B9" w:rsidRPr="00C5009A">
        <w:rPr>
          <w:rFonts w:ascii="BIZ UDP明朝 Medium" w:eastAsia="BIZ UDP明朝 Medium" w:hAnsi="BIZ UDP明朝 Medium" w:hint="eastAsia"/>
          <w:sz w:val="22"/>
        </w:rPr>
        <w:t>等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の写し</w:t>
      </w:r>
    </w:p>
    <w:p w14:paraId="6CBDB9F1" w14:textId="77777777" w:rsidR="00D67831" w:rsidRPr="00C842A8" w:rsidRDefault="00D67831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553B2474" w:rsidR="00B17942" w:rsidRPr="003D5BDF" w:rsidRDefault="00C842A8" w:rsidP="00C5009A">
      <w:pPr>
        <w:ind w:firstLineChars="150" w:firstLine="355"/>
        <w:jc w:val="left"/>
        <w:rPr>
          <w:rFonts w:ascii="BIZ UDP明朝 Medium" w:eastAsia="BIZ UDP明朝 Medium" w:hAnsi="BIZ UDP明朝 Medium"/>
          <w:color w:val="000000" w:themeColor="text1"/>
          <w:kern w:val="0"/>
          <w:sz w:val="22"/>
          <w:szCs w:val="21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(４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C5009A">
        <w:rPr>
          <w:rFonts w:ascii="BIZ UDP明朝 Medium" w:eastAsia="BIZ UDP明朝 Medium" w:hAnsi="BIZ UDP明朝 Medium"/>
          <w:color w:val="FF0000"/>
          <w:kern w:val="0"/>
          <w:sz w:val="22"/>
          <w:szCs w:val="21"/>
        </w:rPr>
        <w:t xml:space="preserve"> 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配置予定</w:t>
      </w:r>
      <w:r w:rsidR="00EC690A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管理監督者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調書(様式</w:t>
      </w:r>
      <w:r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５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)</w:t>
      </w:r>
    </w:p>
    <w:p w14:paraId="7C542936" w14:textId="77777777" w:rsidR="00B17942" w:rsidRPr="00C5009A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24F6E" w14:textId="77777777" w:rsidR="00C060DC" w:rsidRDefault="00C060DC" w:rsidP="00E26312">
      <w:r>
        <w:separator/>
      </w:r>
    </w:p>
  </w:endnote>
  <w:endnote w:type="continuationSeparator" w:id="0">
    <w:p w14:paraId="278BDCF0" w14:textId="77777777" w:rsidR="00C060DC" w:rsidRDefault="00C060D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A8FFB" w14:textId="77777777" w:rsidR="00C060DC" w:rsidRDefault="00C060DC" w:rsidP="00E26312">
      <w:r>
        <w:separator/>
      </w:r>
    </w:p>
  </w:footnote>
  <w:footnote w:type="continuationSeparator" w:id="0">
    <w:p w14:paraId="343195FD" w14:textId="77777777" w:rsidR="00C060DC" w:rsidRDefault="00C060D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D3727"/>
    <w:rsid w:val="000F12F3"/>
    <w:rsid w:val="002204FA"/>
    <w:rsid w:val="002B23B9"/>
    <w:rsid w:val="00345BE1"/>
    <w:rsid w:val="003D5BDF"/>
    <w:rsid w:val="003E0C49"/>
    <w:rsid w:val="003E1CCA"/>
    <w:rsid w:val="003F6A18"/>
    <w:rsid w:val="00450FF8"/>
    <w:rsid w:val="004C2AC1"/>
    <w:rsid w:val="004E357A"/>
    <w:rsid w:val="005B2806"/>
    <w:rsid w:val="005C5FF7"/>
    <w:rsid w:val="005D1D00"/>
    <w:rsid w:val="005E72EE"/>
    <w:rsid w:val="005F73E0"/>
    <w:rsid w:val="00617103"/>
    <w:rsid w:val="0067627E"/>
    <w:rsid w:val="006D73FF"/>
    <w:rsid w:val="00783D6A"/>
    <w:rsid w:val="007D1CD9"/>
    <w:rsid w:val="007F69CD"/>
    <w:rsid w:val="0080496F"/>
    <w:rsid w:val="00881EBE"/>
    <w:rsid w:val="008828A7"/>
    <w:rsid w:val="008D66FE"/>
    <w:rsid w:val="008E30C5"/>
    <w:rsid w:val="00971A33"/>
    <w:rsid w:val="009B5D81"/>
    <w:rsid w:val="009C255E"/>
    <w:rsid w:val="009F0F5E"/>
    <w:rsid w:val="00B17942"/>
    <w:rsid w:val="00B521D2"/>
    <w:rsid w:val="00B60A32"/>
    <w:rsid w:val="00B64F23"/>
    <w:rsid w:val="00BF1E80"/>
    <w:rsid w:val="00C060DC"/>
    <w:rsid w:val="00C5009A"/>
    <w:rsid w:val="00C842A8"/>
    <w:rsid w:val="00CA16CC"/>
    <w:rsid w:val="00CD1A58"/>
    <w:rsid w:val="00D23558"/>
    <w:rsid w:val="00D67831"/>
    <w:rsid w:val="00D863F3"/>
    <w:rsid w:val="00E26312"/>
    <w:rsid w:val="00E56056"/>
    <w:rsid w:val="00EC690A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E56056"/>
  </w:style>
  <w:style w:type="character" w:customStyle="1" w:styleId="ab">
    <w:name w:val="日付 (文字)"/>
    <w:basedOn w:val="a0"/>
    <w:link w:val="aa"/>
    <w:uiPriority w:val="99"/>
    <w:semiHidden/>
    <w:rsid w:val="00E5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876341F4.dotm</Template>
  <TotalTime>3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2022-09-28T01:59:00Z</dcterms:created>
  <dcterms:modified xsi:type="dcterms:W3CDTF">2025-09-03T01:38:00Z</dcterms:modified>
</cp:coreProperties>
</file>