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53BDE" w14:textId="77777777" w:rsidR="00CC46CE" w:rsidRPr="00950B2F" w:rsidRDefault="00950B2F" w:rsidP="00950B2F">
      <w:pPr>
        <w:jc w:val="center"/>
        <w:rPr>
          <w:sz w:val="36"/>
          <w:szCs w:val="36"/>
        </w:rPr>
      </w:pPr>
      <w:r w:rsidRPr="00950B2F">
        <w:rPr>
          <w:rFonts w:hint="eastAsia"/>
          <w:sz w:val="36"/>
          <w:szCs w:val="36"/>
        </w:rPr>
        <w:t>営</w:t>
      </w:r>
      <w:r>
        <w:rPr>
          <w:rFonts w:hint="eastAsia"/>
          <w:sz w:val="36"/>
          <w:szCs w:val="36"/>
        </w:rPr>
        <w:t xml:space="preserve"> </w:t>
      </w:r>
      <w:r w:rsidRPr="00950B2F">
        <w:rPr>
          <w:rFonts w:hint="eastAsia"/>
          <w:sz w:val="36"/>
          <w:szCs w:val="36"/>
        </w:rPr>
        <w:t>業</w:t>
      </w:r>
      <w:r>
        <w:rPr>
          <w:rFonts w:hint="eastAsia"/>
          <w:sz w:val="36"/>
          <w:szCs w:val="36"/>
        </w:rPr>
        <w:t xml:space="preserve"> </w:t>
      </w:r>
      <w:r w:rsidRPr="00950B2F">
        <w:rPr>
          <w:rFonts w:hint="eastAsia"/>
          <w:sz w:val="36"/>
          <w:szCs w:val="36"/>
        </w:rPr>
        <w:t>概</w:t>
      </w:r>
      <w:r>
        <w:rPr>
          <w:rFonts w:hint="eastAsia"/>
          <w:sz w:val="36"/>
          <w:szCs w:val="36"/>
        </w:rPr>
        <w:t xml:space="preserve"> </w:t>
      </w:r>
      <w:r w:rsidRPr="00950B2F">
        <w:rPr>
          <w:rFonts w:hint="eastAsia"/>
          <w:sz w:val="36"/>
          <w:szCs w:val="36"/>
        </w:rPr>
        <w:t>要</w:t>
      </w:r>
      <w:r>
        <w:rPr>
          <w:rFonts w:hint="eastAsia"/>
          <w:sz w:val="36"/>
          <w:szCs w:val="36"/>
        </w:rPr>
        <w:t xml:space="preserve"> </w:t>
      </w:r>
      <w:r w:rsidRPr="00950B2F">
        <w:rPr>
          <w:rFonts w:hint="eastAsia"/>
          <w:sz w:val="36"/>
          <w:szCs w:val="36"/>
        </w:rPr>
        <w:t>書</w:t>
      </w:r>
    </w:p>
    <w:tbl>
      <w:tblPr>
        <w:tblStyle w:val="a3"/>
        <w:tblW w:w="9297" w:type="dxa"/>
        <w:tblLook w:val="04A0" w:firstRow="1" w:lastRow="0" w:firstColumn="1" w:lastColumn="0" w:noHBand="0" w:noVBand="1"/>
      </w:tblPr>
      <w:tblGrid>
        <w:gridCol w:w="2041"/>
        <w:gridCol w:w="1247"/>
        <w:gridCol w:w="1247"/>
        <w:gridCol w:w="1247"/>
        <w:gridCol w:w="1417"/>
        <w:gridCol w:w="2098"/>
      </w:tblGrid>
      <w:tr w:rsidR="00500184" w14:paraId="2C0710C8" w14:textId="77777777" w:rsidTr="002A7C4B">
        <w:trPr>
          <w:trHeight w:val="624"/>
        </w:trPr>
        <w:tc>
          <w:tcPr>
            <w:tcW w:w="2041" w:type="dxa"/>
            <w:vMerge w:val="restart"/>
            <w:vAlign w:val="center"/>
          </w:tcPr>
          <w:p w14:paraId="75468F35" w14:textId="77777777" w:rsidR="00500184" w:rsidRPr="00960145" w:rsidRDefault="00500184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商号又は名称</w:t>
            </w:r>
          </w:p>
          <w:p w14:paraId="2EF0E31C" w14:textId="77777777" w:rsidR="00500184" w:rsidRPr="00960145" w:rsidRDefault="00500184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741" w:type="dxa"/>
            <w:gridSpan w:val="3"/>
            <w:vMerge w:val="restart"/>
          </w:tcPr>
          <w:p w14:paraId="6A457094" w14:textId="77777777" w:rsidR="00500184" w:rsidRPr="00500184" w:rsidRDefault="00500184">
            <w:pPr>
              <w:rPr>
                <w:szCs w:val="21"/>
              </w:rPr>
            </w:pPr>
            <w:r w:rsidRPr="00500184">
              <w:rPr>
                <w:rFonts w:hint="eastAsia"/>
                <w:szCs w:val="21"/>
              </w:rPr>
              <w:t>＜商号又は名称＞</w:t>
            </w:r>
          </w:p>
        </w:tc>
        <w:tc>
          <w:tcPr>
            <w:tcW w:w="1417" w:type="dxa"/>
            <w:vAlign w:val="center"/>
          </w:tcPr>
          <w:p w14:paraId="04FCBB94" w14:textId="77777777" w:rsidR="00500184" w:rsidRPr="00960145" w:rsidRDefault="00500184" w:rsidP="008E6D5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</w:t>
            </w:r>
            <w:r w:rsidR="008E6D5F">
              <w:rPr>
                <w:rFonts w:hint="eastAsia"/>
                <w:sz w:val="24"/>
                <w:szCs w:val="24"/>
              </w:rPr>
              <w:t>職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098" w:type="dxa"/>
          </w:tcPr>
          <w:p w14:paraId="6EB4E020" w14:textId="77777777" w:rsidR="00500184" w:rsidRPr="00960145" w:rsidRDefault="00500184">
            <w:pPr>
              <w:rPr>
                <w:sz w:val="24"/>
                <w:szCs w:val="24"/>
              </w:rPr>
            </w:pPr>
          </w:p>
        </w:tc>
      </w:tr>
      <w:tr w:rsidR="00500184" w14:paraId="77548DC8" w14:textId="77777777" w:rsidTr="002A7C4B">
        <w:trPr>
          <w:trHeight w:val="624"/>
        </w:trPr>
        <w:tc>
          <w:tcPr>
            <w:tcW w:w="2041" w:type="dxa"/>
            <w:vMerge/>
            <w:vAlign w:val="center"/>
          </w:tcPr>
          <w:p w14:paraId="261B8487" w14:textId="77777777" w:rsidR="00500184" w:rsidRPr="00960145" w:rsidRDefault="00500184" w:rsidP="00960145">
            <w:pPr>
              <w:rPr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vMerge/>
          </w:tcPr>
          <w:p w14:paraId="08B7E78B" w14:textId="77777777" w:rsidR="00500184" w:rsidRPr="00960145" w:rsidRDefault="0050018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23A7154" w14:textId="77777777" w:rsidR="00500184" w:rsidRPr="00960145" w:rsidRDefault="00500184" w:rsidP="002A7C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2098" w:type="dxa"/>
          </w:tcPr>
          <w:p w14:paraId="671A4EF9" w14:textId="77777777" w:rsidR="00500184" w:rsidRPr="00960145" w:rsidRDefault="00500184">
            <w:pPr>
              <w:rPr>
                <w:sz w:val="24"/>
                <w:szCs w:val="24"/>
              </w:rPr>
            </w:pPr>
          </w:p>
        </w:tc>
      </w:tr>
      <w:tr w:rsidR="00D733E6" w14:paraId="091716A5" w14:textId="77777777" w:rsidTr="00D733E6">
        <w:trPr>
          <w:trHeight w:val="624"/>
        </w:trPr>
        <w:tc>
          <w:tcPr>
            <w:tcW w:w="2041" w:type="dxa"/>
            <w:vMerge w:val="restart"/>
            <w:vAlign w:val="center"/>
          </w:tcPr>
          <w:p w14:paraId="01D01E02" w14:textId="77777777" w:rsidR="00D733E6" w:rsidRPr="00960145" w:rsidRDefault="00D733E6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3741" w:type="dxa"/>
            <w:gridSpan w:val="3"/>
            <w:vMerge w:val="restart"/>
          </w:tcPr>
          <w:p w14:paraId="281BD904" w14:textId="77777777" w:rsidR="00D733E6" w:rsidRDefault="00D733E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　　－</w:t>
            </w:r>
          </w:p>
          <w:p w14:paraId="4F614153" w14:textId="77777777" w:rsidR="00D733E6" w:rsidRPr="00960145" w:rsidRDefault="00D733E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13F9F2" w14:textId="77777777" w:rsidR="00D733E6" w:rsidRPr="00960145" w:rsidRDefault="00D733E6" w:rsidP="002A7C4B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2098" w:type="dxa"/>
          </w:tcPr>
          <w:p w14:paraId="5668AF3A" w14:textId="77777777" w:rsidR="00D733E6" w:rsidRPr="00960145" w:rsidRDefault="00D733E6">
            <w:pPr>
              <w:rPr>
                <w:sz w:val="24"/>
                <w:szCs w:val="24"/>
              </w:rPr>
            </w:pPr>
          </w:p>
        </w:tc>
      </w:tr>
      <w:tr w:rsidR="00D733E6" w14:paraId="505867C9" w14:textId="77777777" w:rsidTr="00D733E6">
        <w:trPr>
          <w:trHeight w:val="624"/>
        </w:trPr>
        <w:tc>
          <w:tcPr>
            <w:tcW w:w="2041" w:type="dxa"/>
            <w:vMerge/>
            <w:vAlign w:val="center"/>
          </w:tcPr>
          <w:p w14:paraId="55CC71DC" w14:textId="77777777" w:rsidR="00D733E6" w:rsidRPr="00960145" w:rsidRDefault="00D733E6" w:rsidP="00960145">
            <w:pPr>
              <w:rPr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vMerge/>
          </w:tcPr>
          <w:p w14:paraId="1F38EE6C" w14:textId="77777777" w:rsidR="00D733E6" w:rsidRPr="00960145" w:rsidRDefault="00D733E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1F757B" w14:textId="77777777" w:rsidR="00D733E6" w:rsidRPr="00960145" w:rsidRDefault="00D733E6" w:rsidP="002A7C4B">
            <w:pPr>
              <w:jc w:val="distribute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2098" w:type="dxa"/>
          </w:tcPr>
          <w:p w14:paraId="5FEADE20" w14:textId="77777777" w:rsidR="00D733E6" w:rsidRPr="00960145" w:rsidRDefault="00D733E6">
            <w:pPr>
              <w:rPr>
                <w:sz w:val="24"/>
                <w:szCs w:val="24"/>
              </w:rPr>
            </w:pPr>
          </w:p>
        </w:tc>
      </w:tr>
      <w:tr w:rsidR="003F3D1E" w14:paraId="089F1993" w14:textId="77777777" w:rsidTr="003F3D1E">
        <w:trPr>
          <w:trHeight w:val="567"/>
        </w:trPr>
        <w:tc>
          <w:tcPr>
            <w:tcW w:w="2041" w:type="dxa"/>
            <w:vAlign w:val="center"/>
          </w:tcPr>
          <w:p w14:paraId="6A927504" w14:textId="77777777" w:rsidR="003F3D1E" w:rsidRPr="00960145" w:rsidRDefault="003F3D1E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7256" w:type="dxa"/>
            <w:gridSpan w:val="5"/>
            <w:vAlign w:val="center"/>
          </w:tcPr>
          <w:p w14:paraId="0FA002FB" w14:textId="77777777" w:rsidR="003F3D1E" w:rsidRPr="00960145" w:rsidRDefault="00825414" w:rsidP="003F3D1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  <w:r w:rsidR="003F3D1E">
              <w:rPr>
                <w:rFonts w:hint="eastAsia"/>
                <w:sz w:val="24"/>
                <w:szCs w:val="24"/>
              </w:rPr>
              <w:t>円</w:t>
            </w:r>
            <w:r>
              <w:rPr>
                <w:rFonts w:hint="eastAsia"/>
                <w:sz w:val="24"/>
                <w:szCs w:val="24"/>
              </w:rPr>
              <w:t>（法人登記されている場合に記入）</w:t>
            </w:r>
          </w:p>
        </w:tc>
      </w:tr>
      <w:tr w:rsidR="00130395" w14:paraId="6541F02B" w14:textId="77777777" w:rsidTr="00A16550">
        <w:trPr>
          <w:trHeight w:val="454"/>
        </w:trPr>
        <w:tc>
          <w:tcPr>
            <w:tcW w:w="2041" w:type="dxa"/>
            <w:vMerge w:val="restart"/>
            <w:vAlign w:val="center"/>
          </w:tcPr>
          <w:p w14:paraId="5AA4CD54" w14:textId="77777777" w:rsidR="00130395" w:rsidRPr="00960145" w:rsidRDefault="00130395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1247" w:type="dxa"/>
            <w:vAlign w:val="center"/>
          </w:tcPr>
          <w:p w14:paraId="7F6600CE" w14:textId="77777777" w:rsidR="00130395" w:rsidRPr="00960145" w:rsidRDefault="00130395" w:rsidP="00A16550">
            <w:pPr>
              <w:jc w:val="center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事務担当</w:t>
            </w:r>
          </w:p>
        </w:tc>
        <w:tc>
          <w:tcPr>
            <w:tcW w:w="1247" w:type="dxa"/>
            <w:vAlign w:val="center"/>
          </w:tcPr>
          <w:p w14:paraId="0739D141" w14:textId="77777777" w:rsidR="00130395" w:rsidRPr="00960145" w:rsidRDefault="00130395" w:rsidP="00A16550">
            <w:pPr>
              <w:jc w:val="center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調理担当</w:t>
            </w:r>
          </w:p>
        </w:tc>
        <w:tc>
          <w:tcPr>
            <w:tcW w:w="1247" w:type="dxa"/>
            <w:vAlign w:val="center"/>
          </w:tcPr>
          <w:p w14:paraId="501D6C2D" w14:textId="77777777" w:rsidR="00130395" w:rsidRPr="00960145" w:rsidRDefault="00130395" w:rsidP="00A16550">
            <w:pPr>
              <w:jc w:val="center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配達担当</w:t>
            </w:r>
          </w:p>
        </w:tc>
        <w:tc>
          <w:tcPr>
            <w:tcW w:w="1417" w:type="dxa"/>
            <w:vAlign w:val="center"/>
          </w:tcPr>
          <w:p w14:paraId="13CBD1B8" w14:textId="77777777" w:rsidR="00130395" w:rsidRPr="00960145" w:rsidRDefault="00130395" w:rsidP="00A16550">
            <w:pPr>
              <w:jc w:val="center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2098" w:type="dxa"/>
            <w:vAlign w:val="center"/>
          </w:tcPr>
          <w:p w14:paraId="0D392B61" w14:textId="77777777" w:rsidR="00130395" w:rsidRPr="00960145" w:rsidRDefault="00130395" w:rsidP="00A165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</w:tr>
      <w:tr w:rsidR="00130395" w14:paraId="315C1493" w14:textId="77777777" w:rsidTr="00A16550">
        <w:trPr>
          <w:trHeight w:val="567"/>
        </w:trPr>
        <w:tc>
          <w:tcPr>
            <w:tcW w:w="2041" w:type="dxa"/>
            <w:vMerge/>
            <w:vAlign w:val="center"/>
          </w:tcPr>
          <w:p w14:paraId="2DA789D9" w14:textId="77777777" w:rsidR="00130395" w:rsidRPr="00960145" w:rsidRDefault="00130395" w:rsidP="00960145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0F6016B6" w14:textId="77777777" w:rsidR="00130395" w:rsidRPr="00960145" w:rsidRDefault="00130395" w:rsidP="00A16550">
            <w:pPr>
              <w:jc w:val="right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1247" w:type="dxa"/>
            <w:vAlign w:val="center"/>
          </w:tcPr>
          <w:p w14:paraId="74540587" w14:textId="77777777" w:rsidR="00130395" w:rsidRPr="00960145" w:rsidRDefault="00130395" w:rsidP="00A16550">
            <w:pPr>
              <w:jc w:val="right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1247" w:type="dxa"/>
            <w:vAlign w:val="center"/>
          </w:tcPr>
          <w:p w14:paraId="5664FBD6" w14:textId="77777777" w:rsidR="00130395" w:rsidRPr="00960145" w:rsidRDefault="00130395" w:rsidP="00A16550">
            <w:pPr>
              <w:jc w:val="right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1417" w:type="dxa"/>
            <w:vAlign w:val="center"/>
          </w:tcPr>
          <w:p w14:paraId="7B1E1AE1" w14:textId="77777777" w:rsidR="00130395" w:rsidRPr="00960145" w:rsidRDefault="00130395" w:rsidP="00A16550">
            <w:pPr>
              <w:jc w:val="right"/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2098" w:type="dxa"/>
            <w:vAlign w:val="center"/>
          </w:tcPr>
          <w:p w14:paraId="4CFA1748" w14:textId="77777777" w:rsidR="00130395" w:rsidRPr="00960145" w:rsidRDefault="00130395" w:rsidP="00A1655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130395" w14:paraId="2C5A6027" w14:textId="77777777" w:rsidTr="00B50C78">
        <w:trPr>
          <w:trHeight w:val="737"/>
        </w:trPr>
        <w:tc>
          <w:tcPr>
            <w:tcW w:w="2041" w:type="dxa"/>
            <w:vMerge/>
            <w:vAlign w:val="center"/>
          </w:tcPr>
          <w:p w14:paraId="348E2910" w14:textId="77777777" w:rsidR="00130395" w:rsidRPr="00960145" w:rsidRDefault="00130395" w:rsidP="00960145">
            <w:pPr>
              <w:rPr>
                <w:sz w:val="24"/>
                <w:szCs w:val="24"/>
              </w:rPr>
            </w:pPr>
          </w:p>
        </w:tc>
        <w:tc>
          <w:tcPr>
            <w:tcW w:w="7256" w:type="dxa"/>
            <w:gridSpan w:val="5"/>
          </w:tcPr>
          <w:p w14:paraId="4CCA2699" w14:textId="77777777" w:rsidR="00130395" w:rsidRDefault="00130395">
            <w:pPr>
              <w:rPr>
                <w:szCs w:val="21"/>
              </w:rPr>
            </w:pPr>
            <w:r w:rsidRPr="00130395">
              <w:rPr>
                <w:rFonts w:hint="eastAsia"/>
                <w:szCs w:val="21"/>
              </w:rPr>
              <w:t>＜</w:t>
            </w:r>
            <w:r>
              <w:rPr>
                <w:rFonts w:hint="eastAsia"/>
                <w:szCs w:val="21"/>
              </w:rPr>
              <w:t>その他の主な内容</w:t>
            </w:r>
            <w:r w:rsidRPr="00130395">
              <w:rPr>
                <w:rFonts w:hint="eastAsia"/>
                <w:szCs w:val="21"/>
              </w:rPr>
              <w:t>＞</w:t>
            </w:r>
          </w:p>
          <w:p w14:paraId="0237A8FB" w14:textId="77777777" w:rsidR="00130395" w:rsidRPr="00B50C78" w:rsidRDefault="00B50C78">
            <w:pPr>
              <w:rPr>
                <w:sz w:val="24"/>
                <w:szCs w:val="24"/>
              </w:rPr>
            </w:pPr>
            <w:r w:rsidRPr="00B50C78">
              <w:rPr>
                <w:rFonts w:hint="eastAsia"/>
                <w:sz w:val="24"/>
                <w:szCs w:val="24"/>
              </w:rPr>
              <w:t xml:space="preserve">（　　　　　　　　</w:t>
            </w:r>
            <w:r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Pr="00B50C78">
              <w:rPr>
                <w:rFonts w:hint="eastAsia"/>
                <w:sz w:val="24"/>
                <w:szCs w:val="24"/>
              </w:rPr>
              <w:t xml:space="preserve">　　　　　</w:t>
            </w:r>
            <w:r w:rsidR="00130395" w:rsidRPr="00B50C78">
              <w:rPr>
                <w:rFonts w:hint="eastAsia"/>
                <w:sz w:val="24"/>
                <w:szCs w:val="24"/>
              </w:rPr>
              <w:t xml:space="preserve">　　　）</w:t>
            </w:r>
          </w:p>
        </w:tc>
      </w:tr>
      <w:tr w:rsidR="00473863" w14:paraId="46A7CD01" w14:textId="77777777" w:rsidTr="00473863">
        <w:trPr>
          <w:trHeight w:val="454"/>
        </w:trPr>
        <w:tc>
          <w:tcPr>
            <w:tcW w:w="2041" w:type="dxa"/>
            <w:vMerge w:val="restart"/>
            <w:vAlign w:val="center"/>
          </w:tcPr>
          <w:p w14:paraId="22279023" w14:textId="77777777" w:rsidR="00473863" w:rsidRPr="00960145" w:rsidRDefault="00473863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営業年数</w:t>
            </w:r>
          </w:p>
        </w:tc>
        <w:tc>
          <w:tcPr>
            <w:tcW w:w="3741" w:type="dxa"/>
            <w:gridSpan w:val="3"/>
            <w:vAlign w:val="center"/>
          </w:tcPr>
          <w:p w14:paraId="62D162A2" w14:textId="77777777" w:rsidR="00473863" w:rsidRPr="00960145" w:rsidRDefault="00473863" w:rsidP="00B50C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創　業（営業開始）</w:t>
            </w:r>
          </w:p>
        </w:tc>
        <w:tc>
          <w:tcPr>
            <w:tcW w:w="3515" w:type="dxa"/>
            <w:gridSpan w:val="2"/>
            <w:vAlign w:val="center"/>
          </w:tcPr>
          <w:p w14:paraId="15C1CB7A" w14:textId="077EB72D" w:rsidR="00473863" w:rsidRPr="00960145" w:rsidRDefault="00473863" w:rsidP="00473863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営業年数</w:t>
            </w:r>
            <w:r w:rsidRPr="00473863">
              <w:rPr>
                <w:rFonts w:hint="eastAsia"/>
                <w:szCs w:val="21"/>
              </w:rPr>
              <w:t>（</w:t>
            </w:r>
            <w:r w:rsidR="00AC5AED">
              <w:rPr>
                <w:rFonts w:hint="eastAsia"/>
                <w:szCs w:val="21"/>
              </w:rPr>
              <w:t>令和</w:t>
            </w:r>
            <w:r w:rsidR="00B41B0C">
              <w:rPr>
                <w:rFonts w:hint="eastAsia"/>
                <w:szCs w:val="21"/>
              </w:rPr>
              <w:t>８</w:t>
            </w:r>
            <w:bookmarkStart w:id="0" w:name="_GoBack"/>
            <w:bookmarkEnd w:id="0"/>
            <w:r w:rsidRPr="00473863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３</w:t>
            </w:r>
            <w:r w:rsidRPr="00473863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末</w:t>
            </w:r>
            <w:r w:rsidRPr="00473863">
              <w:rPr>
                <w:rFonts w:hint="eastAsia"/>
                <w:szCs w:val="21"/>
              </w:rPr>
              <w:t>現在）</w:t>
            </w:r>
          </w:p>
        </w:tc>
      </w:tr>
      <w:tr w:rsidR="00473863" w14:paraId="759851E8" w14:textId="77777777" w:rsidTr="00B44E29">
        <w:trPr>
          <w:trHeight w:val="624"/>
        </w:trPr>
        <w:tc>
          <w:tcPr>
            <w:tcW w:w="2041" w:type="dxa"/>
            <w:vMerge/>
            <w:vAlign w:val="center"/>
          </w:tcPr>
          <w:p w14:paraId="2E70765B" w14:textId="77777777" w:rsidR="00473863" w:rsidRPr="00960145" w:rsidRDefault="00473863" w:rsidP="00960145">
            <w:pPr>
              <w:rPr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vAlign w:val="center"/>
          </w:tcPr>
          <w:p w14:paraId="2B79567A" w14:textId="77777777" w:rsidR="00473863" w:rsidRPr="00960145" w:rsidRDefault="00473863" w:rsidP="00B50C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年　　　月　から</w:t>
            </w:r>
          </w:p>
        </w:tc>
        <w:tc>
          <w:tcPr>
            <w:tcW w:w="3515" w:type="dxa"/>
            <w:gridSpan w:val="2"/>
            <w:vAlign w:val="center"/>
          </w:tcPr>
          <w:p w14:paraId="68F762DB" w14:textId="77777777" w:rsidR="00473863" w:rsidRPr="00960145" w:rsidRDefault="00473863" w:rsidP="00B50C7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年　　月</w:t>
            </w:r>
          </w:p>
        </w:tc>
      </w:tr>
      <w:tr w:rsidR="00DB4DB6" w14:paraId="1686C95C" w14:textId="77777777" w:rsidTr="006E5D21">
        <w:tc>
          <w:tcPr>
            <w:tcW w:w="2041" w:type="dxa"/>
            <w:vAlign w:val="center"/>
          </w:tcPr>
          <w:p w14:paraId="6F8B3620" w14:textId="77777777" w:rsidR="00DB4DB6" w:rsidRDefault="00DB4DB6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１日当たりの</w:t>
            </w:r>
          </w:p>
          <w:p w14:paraId="4AA86BC6" w14:textId="77777777" w:rsidR="00DB4DB6" w:rsidRPr="00960145" w:rsidRDefault="00DB4DB6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可能配食数</w:t>
            </w:r>
          </w:p>
        </w:tc>
        <w:tc>
          <w:tcPr>
            <w:tcW w:w="7256" w:type="dxa"/>
            <w:gridSpan w:val="5"/>
            <w:vAlign w:val="center"/>
          </w:tcPr>
          <w:p w14:paraId="3A3B7867" w14:textId="77777777" w:rsidR="00DB4DB6" w:rsidRPr="00960145" w:rsidRDefault="00D56653" w:rsidP="00DB4DB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食／日　（上限の目安：配達員×２０</w:t>
            </w:r>
            <w:r w:rsidR="009D43D7">
              <w:rPr>
                <w:rFonts w:hint="eastAsia"/>
                <w:sz w:val="24"/>
                <w:szCs w:val="24"/>
              </w:rPr>
              <w:t>食）</w:t>
            </w:r>
          </w:p>
        </w:tc>
      </w:tr>
      <w:tr w:rsidR="003408E3" w14:paraId="6B1597F3" w14:textId="77777777" w:rsidTr="00856EFD">
        <w:trPr>
          <w:trHeight w:val="1361"/>
        </w:trPr>
        <w:tc>
          <w:tcPr>
            <w:tcW w:w="2041" w:type="dxa"/>
            <w:vMerge w:val="restart"/>
            <w:vAlign w:val="center"/>
          </w:tcPr>
          <w:p w14:paraId="4BE77BE7" w14:textId="77777777" w:rsidR="003408E3" w:rsidRDefault="003408E3" w:rsidP="00960145">
            <w:pPr>
              <w:rPr>
                <w:sz w:val="24"/>
                <w:szCs w:val="24"/>
              </w:rPr>
            </w:pPr>
            <w:r w:rsidRPr="00960145">
              <w:rPr>
                <w:rFonts w:hint="eastAsia"/>
                <w:sz w:val="24"/>
                <w:szCs w:val="24"/>
              </w:rPr>
              <w:t>事業者について</w:t>
            </w:r>
          </w:p>
          <w:p w14:paraId="0A893094" w14:textId="77777777" w:rsidR="00A7133E" w:rsidRPr="00A7133E" w:rsidRDefault="00A7133E" w:rsidP="00960145">
            <w:pPr>
              <w:rPr>
                <w:szCs w:val="21"/>
              </w:rPr>
            </w:pPr>
            <w:r w:rsidRPr="00A7133E">
              <w:rPr>
                <w:rFonts w:hint="eastAsia"/>
                <w:szCs w:val="21"/>
              </w:rPr>
              <w:t>（別紙での記述可）</w:t>
            </w:r>
          </w:p>
        </w:tc>
        <w:tc>
          <w:tcPr>
            <w:tcW w:w="7256" w:type="dxa"/>
            <w:gridSpan w:val="5"/>
          </w:tcPr>
          <w:p w14:paraId="4C194135" w14:textId="77777777" w:rsidR="003408E3" w:rsidRDefault="003408E3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＜配食サービス</w:t>
            </w:r>
            <w:r w:rsidR="00871B92">
              <w:rPr>
                <w:rFonts w:hint="eastAsia"/>
              </w:rPr>
              <w:t>受託</w:t>
            </w:r>
            <w:r>
              <w:rPr>
                <w:rFonts w:hint="eastAsia"/>
              </w:rPr>
              <w:t>に対する考え方</w:t>
            </w:r>
            <w:r w:rsidR="00871B92">
              <w:rPr>
                <w:rFonts w:hint="eastAsia"/>
              </w:rPr>
              <w:t>（</w:t>
            </w:r>
            <w:r w:rsidR="00AA60D3">
              <w:rPr>
                <w:rFonts w:hint="eastAsia"/>
              </w:rPr>
              <w:t>めざす姿</w:t>
            </w:r>
            <w:r w:rsidR="00871B92">
              <w:rPr>
                <w:rFonts w:hint="eastAsia"/>
              </w:rPr>
              <w:t>・あり方等）</w:t>
            </w:r>
            <w:r>
              <w:rPr>
                <w:rFonts w:hint="eastAsia"/>
              </w:rPr>
              <w:t>について＞</w:t>
            </w:r>
          </w:p>
          <w:p w14:paraId="7FE764DE" w14:textId="77777777" w:rsidR="003408E3" w:rsidRPr="00960145" w:rsidRDefault="003408E3">
            <w:pPr>
              <w:rPr>
                <w:sz w:val="24"/>
                <w:szCs w:val="24"/>
              </w:rPr>
            </w:pPr>
          </w:p>
        </w:tc>
      </w:tr>
      <w:tr w:rsidR="003408E3" w14:paraId="47670F30" w14:textId="77777777" w:rsidTr="00856EFD">
        <w:trPr>
          <w:trHeight w:val="1361"/>
        </w:trPr>
        <w:tc>
          <w:tcPr>
            <w:tcW w:w="2041" w:type="dxa"/>
            <w:vMerge/>
            <w:vAlign w:val="center"/>
          </w:tcPr>
          <w:p w14:paraId="3673367F" w14:textId="77777777" w:rsidR="003408E3" w:rsidRPr="00960145" w:rsidRDefault="003408E3" w:rsidP="00960145">
            <w:pPr>
              <w:rPr>
                <w:sz w:val="24"/>
                <w:szCs w:val="24"/>
              </w:rPr>
            </w:pPr>
          </w:p>
        </w:tc>
        <w:tc>
          <w:tcPr>
            <w:tcW w:w="7256" w:type="dxa"/>
            <w:gridSpan w:val="5"/>
          </w:tcPr>
          <w:p w14:paraId="7CFE6B4B" w14:textId="77777777" w:rsidR="003408E3" w:rsidRPr="00960145" w:rsidRDefault="003408E3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＜調理員、配達員、栄養士</w:t>
            </w:r>
            <w:r w:rsidR="00A7133E">
              <w:rPr>
                <w:rFonts w:hint="eastAsia"/>
              </w:rPr>
              <w:t>等</w:t>
            </w:r>
            <w:r>
              <w:rPr>
                <w:rFonts w:hint="eastAsia"/>
              </w:rPr>
              <w:t>の構成や確保について＞</w:t>
            </w:r>
          </w:p>
        </w:tc>
      </w:tr>
    </w:tbl>
    <w:p w14:paraId="57BE707D" w14:textId="77777777" w:rsidR="00950B2F" w:rsidRDefault="00950B2F"/>
    <w:p w14:paraId="3FEE5343" w14:textId="77777777" w:rsidR="006E2CBA" w:rsidRDefault="006E2CBA"/>
    <w:p w14:paraId="34FD01BD" w14:textId="77777777" w:rsidR="00950B2F" w:rsidRDefault="00FF01D4">
      <w:r>
        <w:rPr>
          <w:rFonts w:hint="eastAsia"/>
        </w:rPr>
        <w:t>【</w:t>
      </w:r>
      <w:r w:rsidRPr="00FF01D4">
        <w:rPr>
          <w:rFonts w:hint="eastAsia"/>
        </w:rPr>
        <w:t>配食サービス指定事業者の応募申請</w:t>
      </w:r>
      <w:r>
        <w:rPr>
          <w:rFonts w:hint="eastAsia"/>
        </w:rPr>
        <w:t>書類の提出について】</w:t>
      </w:r>
    </w:p>
    <w:p w14:paraId="693885AD" w14:textId="77777777" w:rsidR="00950B2F" w:rsidRDefault="00FF01D4">
      <w:r>
        <w:rPr>
          <w:rFonts w:hint="eastAsia"/>
        </w:rPr>
        <w:t xml:space="preserve">　１</w:t>
      </w:r>
      <w:r w:rsidR="00570AB0">
        <w:rPr>
          <w:rFonts w:hint="eastAsia"/>
        </w:rPr>
        <w:t xml:space="preserve">　提出期限　　</w:t>
      </w:r>
      <w:r w:rsidR="00174C78">
        <w:rPr>
          <w:rFonts w:hint="eastAsia"/>
        </w:rPr>
        <w:t>令和</w:t>
      </w:r>
      <w:r w:rsidR="00903832">
        <w:rPr>
          <w:rFonts w:hint="eastAsia"/>
        </w:rPr>
        <w:t>8</w:t>
      </w:r>
      <w:r w:rsidR="00570AB0">
        <w:rPr>
          <w:rFonts w:hint="eastAsia"/>
        </w:rPr>
        <w:t>年</w:t>
      </w:r>
      <w:r w:rsidR="00903832">
        <w:rPr>
          <w:rFonts w:hint="eastAsia"/>
        </w:rPr>
        <w:t>2</w:t>
      </w:r>
      <w:r w:rsidR="00570AB0">
        <w:rPr>
          <w:rFonts w:hint="eastAsia"/>
        </w:rPr>
        <w:t>月</w:t>
      </w:r>
      <w:r w:rsidR="00903832">
        <w:rPr>
          <w:rFonts w:hint="eastAsia"/>
        </w:rPr>
        <w:t>13</w:t>
      </w:r>
      <w:r w:rsidR="005817F7">
        <w:rPr>
          <w:rFonts w:hint="eastAsia"/>
        </w:rPr>
        <w:t>日</w:t>
      </w:r>
      <w:r w:rsidR="00B903F1">
        <w:rPr>
          <w:rFonts w:hint="eastAsia"/>
        </w:rPr>
        <w:t>（金</w:t>
      </w:r>
      <w:r w:rsidR="001778C4">
        <w:rPr>
          <w:rFonts w:hint="eastAsia"/>
        </w:rPr>
        <w:t>）</w:t>
      </w:r>
      <w:r w:rsidR="005817F7">
        <w:rPr>
          <w:rFonts w:hint="eastAsia"/>
        </w:rPr>
        <w:t>までの提出が必要です。</w:t>
      </w:r>
    </w:p>
    <w:p w14:paraId="386D2BC5" w14:textId="77777777" w:rsidR="00950B2F" w:rsidRDefault="005817F7">
      <w:r>
        <w:rPr>
          <w:rFonts w:hint="eastAsia"/>
        </w:rPr>
        <w:t xml:space="preserve">　２　提出先　　</w:t>
      </w:r>
      <w:r w:rsidR="001778C4">
        <w:rPr>
          <w:rFonts w:hint="eastAsia"/>
        </w:rPr>
        <w:t xml:space="preserve">　</w:t>
      </w:r>
      <w:r w:rsidR="00BA5ED7">
        <w:rPr>
          <w:rFonts w:hint="eastAsia"/>
        </w:rPr>
        <w:t>別府市市民福祉</w:t>
      </w:r>
      <w:r>
        <w:rPr>
          <w:rFonts w:hint="eastAsia"/>
        </w:rPr>
        <w:t>部高齢者福祉課</w:t>
      </w:r>
    </w:p>
    <w:p w14:paraId="4F34E9F3" w14:textId="77777777" w:rsidR="005817F7" w:rsidRDefault="005817F7">
      <w:r>
        <w:rPr>
          <w:rFonts w:hint="eastAsia"/>
        </w:rPr>
        <w:t xml:space="preserve">　３　申請方法　　持参又は郵送（締切日</w:t>
      </w:r>
      <w:r w:rsidR="001778C4">
        <w:rPr>
          <w:rFonts w:hint="eastAsia"/>
        </w:rPr>
        <w:t>当日</w:t>
      </w:r>
      <w:r>
        <w:rPr>
          <w:rFonts w:hint="eastAsia"/>
        </w:rPr>
        <w:t>の消印有効）</w:t>
      </w:r>
    </w:p>
    <w:p w14:paraId="3BFFF0C2" w14:textId="77777777" w:rsidR="005817F7" w:rsidRDefault="005817F7">
      <w:r>
        <w:rPr>
          <w:rFonts w:hint="eastAsia"/>
        </w:rPr>
        <w:t xml:space="preserve">　　　　※　郵送の場合は、提出書類に不備があるときは、受理に時間を要することになります。</w:t>
      </w:r>
    </w:p>
    <w:p w14:paraId="64C42861" w14:textId="77777777" w:rsidR="00950B2F" w:rsidRDefault="005817F7" w:rsidP="001F4E65">
      <w:pPr>
        <w:ind w:left="2100" w:hangingChars="1000" w:hanging="2100"/>
      </w:pPr>
      <w:r>
        <w:rPr>
          <w:rFonts w:hint="eastAsia"/>
        </w:rPr>
        <w:t xml:space="preserve">　４　</w:t>
      </w:r>
      <w:r w:rsidR="001778C4">
        <w:rPr>
          <w:rFonts w:hint="eastAsia"/>
        </w:rPr>
        <w:t xml:space="preserve">資格要件等　</w:t>
      </w:r>
      <w:r w:rsidR="001F4E65">
        <w:rPr>
          <w:rFonts w:hint="eastAsia"/>
        </w:rPr>
        <w:t>「</w:t>
      </w:r>
      <w:r w:rsidR="001F4E65" w:rsidRPr="001F4E65">
        <w:rPr>
          <w:rFonts w:hint="eastAsia"/>
        </w:rPr>
        <w:t>別府市高齢者配食サービス指定事業者の公募実施要項</w:t>
      </w:r>
      <w:r w:rsidR="001F4E65">
        <w:rPr>
          <w:rFonts w:hint="eastAsia"/>
        </w:rPr>
        <w:t>」及び「</w:t>
      </w:r>
      <w:r w:rsidR="001F4E65" w:rsidRPr="001F4E65">
        <w:rPr>
          <w:rFonts w:hint="eastAsia"/>
        </w:rPr>
        <w:t>別府市高齢者配食サービス事業仕様書</w:t>
      </w:r>
      <w:r w:rsidR="001F4E65">
        <w:rPr>
          <w:rFonts w:hint="eastAsia"/>
        </w:rPr>
        <w:t>」を参照ください。</w:t>
      </w:r>
    </w:p>
    <w:p w14:paraId="544DEC46" w14:textId="77777777" w:rsidR="005817F7" w:rsidRPr="005817F7" w:rsidRDefault="001F4E65">
      <w:r>
        <w:rPr>
          <w:rFonts w:hint="eastAsia"/>
        </w:rPr>
        <w:t xml:space="preserve">　５　提出書類　　</w:t>
      </w:r>
      <w:r w:rsidR="006E2CBA">
        <w:rPr>
          <w:rFonts w:hint="eastAsia"/>
        </w:rPr>
        <w:t>「</w:t>
      </w:r>
      <w:r w:rsidR="006E2CBA" w:rsidRPr="006E2CBA">
        <w:rPr>
          <w:rFonts w:hint="eastAsia"/>
        </w:rPr>
        <w:t>別府市高齢者配食サービス指定事業者の公募実施要項</w:t>
      </w:r>
      <w:r w:rsidR="006E2CBA">
        <w:rPr>
          <w:rFonts w:hint="eastAsia"/>
        </w:rPr>
        <w:t>」を参照ください。</w:t>
      </w:r>
    </w:p>
    <w:sectPr w:rsidR="005817F7" w:rsidRPr="005817F7" w:rsidSect="00950B2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D7507" w14:textId="77777777" w:rsidR="00500184" w:rsidRDefault="00500184" w:rsidP="00500184">
      <w:r>
        <w:separator/>
      </w:r>
    </w:p>
  </w:endnote>
  <w:endnote w:type="continuationSeparator" w:id="0">
    <w:p w14:paraId="3EDA70D1" w14:textId="77777777" w:rsidR="00500184" w:rsidRDefault="00500184" w:rsidP="0050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E2DDE" w14:textId="77777777" w:rsidR="00500184" w:rsidRDefault="00500184" w:rsidP="00500184">
      <w:r>
        <w:separator/>
      </w:r>
    </w:p>
  </w:footnote>
  <w:footnote w:type="continuationSeparator" w:id="0">
    <w:p w14:paraId="419B763C" w14:textId="77777777" w:rsidR="00500184" w:rsidRDefault="00500184" w:rsidP="00500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0B2F"/>
    <w:rsid w:val="00130395"/>
    <w:rsid w:val="00140051"/>
    <w:rsid w:val="00174C78"/>
    <w:rsid w:val="001778C4"/>
    <w:rsid w:val="001E4FC3"/>
    <w:rsid w:val="001F4E65"/>
    <w:rsid w:val="00210C01"/>
    <w:rsid w:val="0027012F"/>
    <w:rsid w:val="002A7C4B"/>
    <w:rsid w:val="003408E3"/>
    <w:rsid w:val="00343210"/>
    <w:rsid w:val="003F3D1E"/>
    <w:rsid w:val="00473863"/>
    <w:rsid w:val="004B21FD"/>
    <w:rsid w:val="00500184"/>
    <w:rsid w:val="00570AB0"/>
    <w:rsid w:val="005817F7"/>
    <w:rsid w:val="006A4489"/>
    <w:rsid w:val="006E2CBA"/>
    <w:rsid w:val="00726947"/>
    <w:rsid w:val="00825414"/>
    <w:rsid w:val="00856EFD"/>
    <w:rsid w:val="00871B92"/>
    <w:rsid w:val="008E6D5F"/>
    <w:rsid w:val="00903832"/>
    <w:rsid w:val="00950B2F"/>
    <w:rsid w:val="00960145"/>
    <w:rsid w:val="0097008B"/>
    <w:rsid w:val="009D43D7"/>
    <w:rsid w:val="00A16550"/>
    <w:rsid w:val="00A5636D"/>
    <w:rsid w:val="00A7133E"/>
    <w:rsid w:val="00AA60D3"/>
    <w:rsid w:val="00AC5AED"/>
    <w:rsid w:val="00B41B0C"/>
    <w:rsid w:val="00B50C78"/>
    <w:rsid w:val="00B903F1"/>
    <w:rsid w:val="00BA5ED7"/>
    <w:rsid w:val="00C62EF9"/>
    <w:rsid w:val="00CC46CE"/>
    <w:rsid w:val="00CF651E"/>
    <w:rsid w:val="00D56653"/>
    <w:rsid w:val="00D733E6"/>
    <w:rsid w:val="00DB4DB6"/>
    <w:rsid w:val="00F56CEA"/>
    <w:rsid w:val="00FB5C64"/>
    <w:rsid w:val="00FF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2401E51"/>
  <w15:docId w15:val="{CCB84A45-CF0F-49FE-BC00-09D4D4FF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01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1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184"/>
  </w:style>
  <w:style w:type="paragraph" w:styleId="a6">
    <w:name w:val="footer"/>
    <w:basedOn w:val="a"/>
    <w:link w:val="a7"/>
    <w:uiPriority w:val="99"/>
    <w:unhideWhenUsed/>
    <w:rsid w:val="005001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80F75118.dotm</Template>
  <TotalTime>79</TotalTime>
  <Pages>1</Pages>
  <Words>96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2025-10-28T01:19:00Z</cp:lastPrinted>
  <dcterms:created xsi:type="dcterms:W3CDTF">2016-01-20T01:14:00Z</dcterms:created>
  <dcterms:modified xsi:type="dcterms:W3CDTF">2025-10-28T01:20:00Z</dcterms:modified>
</cp:coreProperties>
</file>