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90B4819" w:rsidR="00CD1A58" w:rsidRPr="00657A11" w:rsidRDefault="00E26312">
      <w:pPr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(様式</w:t>
      </w:r>
      <w:r w:rsidR="00853793">
        <w:rPr>
          <w:rFonts w:ascii="BIZ UD明朝 Medium" w:eastAsia="BIZ UD明朝 Medium" w:hAnsi="BIZ UD明朝 Medium" w:hint="eastAsia"/>
          <w:sz w:val="22"/>
        </w:rPr>
        <w:t>５</w:t>
      </w:r>
      <w:r w:rsidRPr="00657A11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657A11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657A11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657A11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657A11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657A11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657A11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657A11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657A11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657A11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657A11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657A11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657A11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657A11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657A11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657A11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657A11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657A11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657A11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657A11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657A11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657A11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657A11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657A11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657A11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657A11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657A11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657A11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657A11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657A11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657A11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657A11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657A11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657A11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5B4191E8" w:rsidR="00CC48B8" w:rsidRPr="00657A11" w:rsidRDefault="006963F8" w:rsidP="00657A11">
            <w:pPr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令和</w:t>
            </w:r>
            <w:r w:rsidR="009E38A0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７</w:t>
            </w:r>
            <w:r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年度</w:t>
            </w:r>
            <w:r w:rsidR="00F54FA2" w:rsidRPr="00F54FA2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別府市</w:t>
            </w:r>
            <w:r w:rsidR="009E38A0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ウェルネス</w:t>
            </w:r>
            <w:bookmarkStart w:id="0" w:name="_GoBack"/>
            <w:bookmarkEnd w:id="0"/>
            <w:r w:rsidR="006617E6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産後ケア事業</w:t>
            </w:r>
            <w:r w:rsidR="00F54FA2" w:rsidRPr="00F54FA2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委託業務</w:t>
            </w:r>
          </w:p>
        </w:tc>
      </w:tr>
    </w:tbl>
    <w:p w14:paraId="2F086149" w14:textId="6EE49C91" w:rsidR="00B64F23" w:rsidRPr="00657A11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657A11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657A11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9792A" w14:textId="77777777" w:rsidR="002E3A0B" w:rsidRDefault="002E3A0B" w:rsidP="00E26312">
      <w:r>
        <w:separator/>
      </w:r>
    </w:p>
  </w:endnote>
  <w:endnote w:type="continuationSeparator" w:id="0">
    <w:p w14:paraId="22993794" w14:textId="77777777" w:rsidR="002E3A0B" w:rsidRDefault="002E3A0B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DCBF2" w14:textId="77777777" w:rsidR="002E3A0B" w:rsidRDefault="002E3A0B" w:rsidP="00E26312">
      <w:r>
        <w:separator/>
      </w:r>
    </w:p>
  </w:footnote>
  <w:footnote w:type="continuationSeparator" w:id="0">
    <w:p w14:paraId="6ED2B456" w14:textId="77777777" w:rsidR="002E3A0B" w:rsidRDefault="002E3A0B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0F75B7"/>
    <w:rsid w:val="001E71E4"/>
    <w:rsid w:val="002E3A0B"/>
    <w:rsid w:val="003C762B"/>
    <w:rsid w:val="003F6A18"/>
    <w:rsid w:val="00450FF8"/>
    <w:rsid w:val="00535B02"/>
    <w:rsid w:val="00562B68"/>
    <w:rsid w:val="005B2806"/>
    <w:rsid w:val="005C26EB"/>
    <w:rsid w:val="00657A11"/>
    <w:rsid w:val="006617E6"/>
    <w:rsid w:val="006963F8"/>
    <w:rsid w:val="007E400A"/>
    <w:rsid w:val="00815964"/>
    <w:rsid w:val="00853793"/>
    <w:rsid w:val="00861774"/>
    <w:rsid w:val="00956D00"/>
    <w:rsid w:val="009E38A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54FA2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BA9E9F70.dotm</Template>
  <TotalTime>73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山本　充児</cp:lastModifiedBy>
  <cp:revision>4</cp:revision>
  <cp:lastPrinted>2021-07-19T05:13:00Z</cp:lastPrinted>
  <dcterms:created xsi:type="dcterms:W3CDTF">2021-07-16T09:21:00Z</dcterms:created>
  <dcterms:modified xsi:type="dcterms:W3CDTF">2025-04-17T08:37:00Z</dcterms:modified>
</cp:coreProperties>
</file>