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90B4819" w:rsidR="00CD1A58" w:rsidRPr="00657A11" w:rsidRDefault="00E26312">
      <w:pPr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(様式</w:t>
      </w:r>
      <w:r w:rsidR="00853793">
        <w:rPr>
          <w:rFonts w:ascii="BIZ UD明朝 Medium" w:eastAsia="BIZ UD明朝 Medium" w:hAnsi="BIZ UD明朝 Medium" w:hint="eastAsia"/>
          <w:sz w:val="22"/>
        </w:rPr>
        <w:t>５</w:t>
      </w:r>
      <w:bookmarkStart w:id="0" w:name="_GoBack"/>
      <w:bookmarkEnd w:id="0"/>
      <w:r w:rsidRPr="00657A11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657A11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657A11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657A11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657A11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657A11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657A11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657A11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657A11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657A11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657A11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657A11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657A11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657A11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657A11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657A11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657A11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657A11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657A11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657A11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657A11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657A11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657A11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576F9138" w:rsidR="00CC48B8" w:rsidRPr="00657A11" w:rsidRDefault="006963F8" w:rsidP="00657A11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令和６年度</w:t>
            </w:r>
            <w:r w:rsidR="00F54FA2" w:rsidRPr="00F54FA2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別府市</w:t>
            </w:r>
            <w:r w:rsidR="006617E6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リゾート産後ケア事業</w:t>
            </w:r>
            <w:r w:rsidR="00F54FA2" w:rsidRPr="00F54FA2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委託業務</w:t>
            </w:r>
          </w:p>
        </w:tc>
      </w:tr>
    </w:tbl>
    <w:p w14:paraId="2F086149" w14:textId="6EE49C91" w:rsidR="00B64F23" w:rsidRPr="00657A11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657A11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9792A" w14:textId="77777777" w:rsidR="002E3A0B" w:rsidRDefault="002E3A0B" w:rsidP="00E26312">
      <w:r>
        <w:separator/>
      </w:r>
    </w:p>
  </w:endnote>
  <w:endnote w:type="continuationSeparator" w:id="0">
    <w:p w14:paraId="22993794" w14:textId="77777777" w:rsidR="002E3A0B" w:rsidRDefault="002E3A0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DCBF2" w14:textId="77777777" w:rsidR="002E3A0B" w:rsidRDefault="002E3A0B" w:rsidP="00E26312">
      <w:r>
        <w:separator/>
      </w:r>
    </w:p>
  </w:footnote>
  <w:footnote w:type="continuationSeparator" w:id="0">
    <w:p w14:paraId="6ED2B456" w14:textId="77777777" w:rsidR="002E3A0B" w:rsidRDefault="002E3A0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0F75B7"/>
    <w:rsid w:val="001E71E4"/>
    <w:rsid w:val="002E3A0B"/>
    <w:rsid w:val="003C762B"/>
    <w:rsid w:val="003F6A18"/>
    <w:rsid w:val="00450FF8"/>
    <w:rsid w:val="00535B02"/>
    <w:rsid w:val="00562B68"/>
    <w:rsid w:val="005B2806"/>
    <w:rsid w:val="005C26EB"/>
    <w:rsid w:val="00657A11"/>
    <w:rsid w:val="006617E6"/>
    <w:rsid w:val="006963F8"/>
    <w:rsid w:val="007E400A"/>
    <w:rsid w:val="00815964"/>
    <w:rsid w:val="00853793"/>
    <w:rsid w:val="00861774"/>
    <w:rsid w:val="00956D0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54FA2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F21E6F20.dotm</Template>
  <TotalTime>72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2024-08-02T02:08:00Z</dcterms:modified>
</cp:coreProperties>
</file>